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753A4" w14:textId="29BA8DBA" w:rsidR="00BC1507" w:rsidRPr="007E1D19" w:rsidRDefault="00BC1507">
      <w:pPr>
        <w:pStyle w:val="Title"/>
      </w:pPr>
      <w:r w:rsidRPr="007E1D19">
        <w:t>TÖÖVÕTU</w:t>
      </w:r>
      <w:r w:rsidR="005A1CA9" w:rsidRPr="007E1D19">
        <w:t>LEPING</w:t>
      </w:r>
      <w:r w:rsidR="0067560E">
        <w:t xml:space="preserve"> </w:t>
      </w:r>
      <w:r w:rsidR="0067560E" w:rsidRPr="0067560E">
        <w:t xml:space="preserve">nr </w:t>
      </w:r>
      <w:r w:rsidR="004B3028">
        <w:t>1-18/202</w:t>
      </w:r>
      <w:r w:rsidR="00491019">
        <w:t>5</w:t>
      </w:r>
      <w:r w:rsidR="004B3028">
        <w:t>/</w:t>
      </w:r>
      <w:r w:rsidR="003F3BAC">
        <w:t>227</w:t>
      </w:r>
    </w:p>
    <w:p w14:paraId="6F708C79" w14:textId="77777777" w:rsidR="00C70CB6" w:rsidRPr="008C4BE6" w:rsidRDefault="00C70CB6">
      <w:pPr>
        <w:jc w:val="both"/>
        <w:rPr>
          <w:spacing w:val="0"/>
        </w:rPr>
      </w:pPr>
    </w:p>
    <w:p w14:paraId="776DC71A" w14:textId="42FA4298" w:rsidR="00D142E7" w:rsidRDefault="003F3BAC" w:rsidP="00D142E7">
      <w:pPr>
        <w:pStyle w:val="NormalWeb"/>
        <w:jc w:val="right"/>
        <w:rPr>
          <w:rFonts w:eastAsia="Calibri"/>
          <w:szCs w:val="22"/>
        </w:rPr>
      </w:pPr>
      <w:sdt>
        <w:sdtPr>
          <w:rPr>
            <w:rFonts w:eastAsia="Calibri"/>
            <w:szCs w:val="22"/>
          </w:rPr>
          <w:id w:val="448594684"/>
          <w:placeholder>
            <w:docPart w:val="93265D4BEEF04368A70B8BCE50157282"/>
          </w:placeholder>
          <w:date w:fullDate="2025-11-24T00:00:00Z">
            <w:dateFormat w:val="d.MM.yyyy"/>
            <w:lid w:val="et-EE"/>
            <w:storeMappedDataAs w:val="dateTime"/>
            <w:calendar w:val="gregorian"/>
          </w:date>
        </w:sdtPr>
        <w:sdtEndPr/>
        <w:sdtContent>
          <w:r w:rsidR="00394B79">
            <w:rPr>
              <w:rFonts w:eastAsia="Calibri"/>
              <w:szCs w:val="22"/>
              <w:lang w:val="et-EE"/>
            </w:rPr>
            <w:t>24.11.2025</w:t>
          </w:r>
        </w:sdtContent>
      </w:sdt>
    </w:p>
    <w:p w14:paraId="1C793B7A" w14:textId="2603B61A" w:rsidR="007E1D19" w:rsidRPr="00D142E7" w:rsidRDefault="007E1D19" w:rsidP="00D142E7">
      <w:pPr>
        <w:pStyle w:val="NormalWeb"/>
        <w:jc w:val="right"/>
        <w:rPr>
          <w:rFonts w:eastAsia="Calibri"/>
          <w:szCs w:val="22"/>
        </w:rPr>
      </w:pPr>
      <w:r w:rsidRPr="009D4701">
        <w:rPr>
          <w:rFonts w:eastAsia="Calibri"/>
          <w:szCs w:val="22"/>
          <w:lang w:val="fi-FI"/>
        </w:rPr>
        <w:t>(hiliseima digitaalallkirja kuupäev)</w:t>
      </w:r>
    </w:p>
    <w:p w14:paraId="4444A583" w14:textId="77777777" w:rsidR="00801376" w:rsidRPr="00801376" w:rsidRDefault="00801376" w:rsidP="00801376">
      <w:pPr>
        <w:jc w:val="both"/>
        <w:rPr>
          <w:bCs/>
          <w:spacing w:val="0"/>
        </w:rPr>
      </w:pPr>
      <w:r w:rsidRPr="00801376">
        <w:rPr>
          <w:b/>
          <w:bCs/>
          <w:spacing w:val="0"/>
        </w:rPr>
        <w:t>Riigimetsa Majandamise Keskus</w:t>
      </w:r>
      <w:r w:rsidRPr="00801376">
        <w:rPr>
          <w:bCs/>
          <w:spacing w:val="0"/>
        </w:rPr>
        <w:t xml:space="preserve">, keda esindab juhatuse esimehe 28.04.2022. a käskkirja nr 1-5/42 alusel  alusel RMK külastuskorraldusosakonna Põhja-Eesti piirkonna Ida-Virumaa külastusala juht </w:t>
      </w:r>
      <w:r w:rsidRPr="00E13FCD">
        <w:rPr>
          <w:b/>
          <w:spacing w:val="0"/>
        </w:rPr>
        <w:t>Heinar Juuse</w:t>
      </w:r>
      <w:r w:rsidRPr="00801376">
        <w:rPr>
          <w:bCs/>
          <w:spacing w:val="0"/>
        </w:rPr>
        <w:t xml:space="preserve"> ühelt poolt,</w:t>
      </w:r>
    </w:p>
    <w:p w14:paraId="46F63C0E" w14:textId="77777777" w:rsidR="00ED00A7" w:rsidRDefault="00ED00A7">
      <w:pPr>
        <w:jc w:val="both"/>
        <w:rPr>
          <w:spacing w:val="0"/>
        </w:rPr>
      </w:pPr>
    </w:p>
    <w:p w14:paraId="1F00DB38" w14:textId="1B94D1A3" w:rsidR="00BC1507" w:rsidRPr="009D4701" w:rsidRDefault="009D4701">
      <w:pPr>
        <w:jc w:val="both"/>
        <w:rPr>
          <w:iCs/>
          <w:spacing w:val="0"/>
        </w:rPr>
      </w:pPr>
      <w:r>
        <w:rPr>
          <w:spacing w:val="0"/>
        </w:rPr>
        <w:t xml:space="preserve">Ja </w:t>
      </w:r>
      <w:r w:rsidR="00394B79">
        <w:rPr>
          <w:b/>
          <w:bCs/>
          <w:spacing w:val="0"/>
        </w:rPr>
        <w:t>Puuokas</w:t>
      </w:r>
      <w:r w:rsidR="00EF43D9" w:rsidRPr="00E13FCD">
        <w:rPr>
          <w:b/>
          <w:bCs/>
          <w:spacing w:val="0"/>
        </w:rPr>
        <w:t xml:space="preserve"> OÜ</w:t>
      </w:r>
      <w:r w:rsidR="00EF43D9" w:rsidRPr="00EF43D9">
        <w:rPr>
          <w:spacing w:val="0"/>
        </w:rPr>
        <w:t xml:space="preserve"> </w:t>
      </w:r>
      <w:r w:rsidR="007E1D19" w:rsidRPr="004902FD">
        <w:rPr>
          <w:bCs/>
          <w:spacing w:val="0"/>
        </w:rPr>
        <w:t xml:space="preserve">edaspidi </w:t>
      </w:r>
      <w:r w:rsidR="007E1D19">
        <w:rPr>
          <w:b/>
          <w:bCs/>
          <w:spacing w:val="0"/>
        </w:rPr>
        <w:t>töövõtja</w:t>
      </w:r>
      <w:r w:rsidR="007E1D19">
        <w:rPr>
          <w:bCs/>
          <w:spacing w:val="0"/>
        </w:rPr>
        <w:t xml:space="preserve">, </w:t>
      </w:r>
      <w:r w:rsidR="007E1D19" w:rsidRPr="005A1CA9">
        <w:rPr>
          <w:iCs/>
          <w:spacing w:val="0"/>
        </w:rPr>
        <w:t>keda esin</w:t>
      </w:r>
      <w:r w:rsidR="007E1D19" w:rsidRPr="009D4701">
        <w:rPr>
          <w:iCs/>
          <w:spacing w:val="0"/>
        </w:rPr>
        <w:t xml:space="preserve">dab </w:t>
      </w:r>
      <w:sdt>
        <w:sdtPr>
          <w:rPr>
            <w:spacing w:val="0"/>
          </w:rPr>
          <w:tag w:val="Riigimetsa Majandamise Keskuse "/>
          <w:id w:val="219788717"/>
          <w:placeholder>
            <w:docPart w:val="D0EBE14B44B34D99BD5B85B586668995"/>
          </w:placeholder>
          <w:comboBox>
            <w:listItem w:displayText="põhikirja" w:value="põhikirja"/>
            <w:listItem w:displayText="volikirja" w:value="volikirja"/>
          </w:comboBox>
        </w:sdtPr>
        <w:sdtEndPr/>
        <w:sdtContent>
          <w:r w:rsidRPr="009D4701">
            <w:rPr>
              <w:spacing w:val="0"/>
            </w:rPr>
            <w:t>põhikirja</w:t>
          </w:r>
        </w:sdtContent>
      </w:sdt>
      <w:r w:rsidR="007E1D19" w:rsidRPr="009D4701">
        <w:rPr>
          <w:iCs/>
          <w:spacing w:val="0"/>
        </w:rPr>
        <w:t xml:space="preserve"> alusel </w:t>
      </w:r>
      <w:r w:rsidRPr="009D4701">
        <w:rPr>
          <w:spacing w:val="0"/>
        </w:rPr>
        <w:t>juhatuse liige</w:t>
      </w:r>
      <w:r w:rsidR="00380D5F" w:rsidRPr="009D4701">
        <w:rPr>
          <w:rFonts w:eastAsia="Calibri"/>
        </w:rPr>
        <w:t xml:space="preserve"> </w:t>
      </w:r>
      <w:r w:rsidR="00394B79">
        <w:rPr>
          <w:spacing w:val="0"/>
        </w:rPr>
        <w:t>Janar</w:t>
      </w:r>
      <w:r w:rsidR="0002147A">
        <w:rPr>
          <w:spacing w:val="0"/>
        </w:rPr>
        <w:t>i</w:t>
      </w:r>
      <w:r w:rsidR="00394B79">
        <w:rPr>
          <w:spacing w:val="0"/>
        </w:rPr>
        <w:t xml:space="preserve"> </w:t>
      </w:r>
      <w:r w:rsidR="001135D5">
        <w:rPr>
          <w:spacing w:val="0"/>
        </w:rPr>
        <w:t>Üleoja</w:t>
      </w:r>
      <w:r w:rsidR="007A7839" w:rsidRPr="00E13FCD">
        <w:rPr>
          <w:b/>
          <w:bCs/>
          <w:spacing w:val="0"/>
        </w:rPr>
        <w:t xml:space="preserve"> </w:t>
      </w:r>
      <w:r w:rsidR="007E1D19" w:rsidRPr="009D4701">
        <w:rPr>
          <w:iCs/>
          <w:spacing w:val="0"/>
        </w:rPr>
        <w:t>teiselt pool</w:t>
      </w:r>
      <w:r w:rsidR="007E1D19" w:rsidRPr="009D4701">
        <w:rPr>
          <w:rFonts w:eastAsia="Calibri"/>
        </w:rPr>
        <w:t>,</w:t>
      </w:r>
      <w:r w:rsidR="007E1D19">
        <w:rPr>
          <w:rFonts w:eastAsia="Calibri"/>
        </w:rPr>
        <w:t xml:space="preserve"> </w:t>
      </w:r>
      <w:r>
        <w:rPr>
          <w:iCs/>
          <w:spacing w:val="0"/>
        </w:rPr>
        <w:t xml:space="preserve"> </w:t>
      </w:r>
      <w:r w:rsidR="00BC1507" w:rsidRPr="008C4BE6">
        <w:rPr>
          <w:spacing w:val="0"/>
        </w:rPr>
        <w:t xml:space="preserve">keda nimetatakse edaspidi </w:t>
      </w:r>
      <w:r w:rsidR="00ED00A7">
        <w:rPr>
          <w:b/>
          <w:spacing w:val="0"/>
        </w:rPr>
        <w:t>p</w:t>
      </w:r>
      <w:r w:rsidR="00BC1507" w:rsidRPr="008C4BE6">
        <w:rPr>
          <w:b/>
          <w:spacing w:val="0"/>
        </w:rPr>
        <w:t xml:space="preserve">ool </w:t>
      </w:r>
      <w:r w:rsidR="00BC1507" w:rsidRPr="008C4BE6">
        <w:rPr>
          <w:spacing w:val="0"/>
        </w:rPr>
        <w:t xml:space="preserve">või </w:t>
      </w:r>
      <w:r w:rsidR="00A728B9">
        <w:rPr>
          <w:spacing w:val="0"/>
        </w:rPr>
        <w:t>ühiselt</w:t>
      </w:r>
      <w:r w:rsidR="00BC1507" w:rsidRPr="008C4BE6">
        <w:rPr>
          <w:spacing w:val="0"/>
        </w:rPr>
        <w:t xml:space="preserve"> </w:t>
      </w:r>
      <w:r w:rsidR="00ED00A7">
        <w:rPr>
          <w:b/>
          <w:spacing w:val="0"/>
        </w:rPr>
        <w:t>p</w:t>
      </w:r>
      <w:r w:rsidR="00BC1507" w:rsidRPr="008C4BE6">
        <w:rPr>
          <w:b/>
          <w:spacing w:val="0"/>
        </w:rPr>
        <w:t>ooled</w:t>
      </w:r>
      <w:r w:rsidR="00BC1507" w:rsidRPr="008C4BE6">
        <w:rPr>
          <w:spacing w:val="0"/>
        </w:rPr>
        <w:t>,</w:t>
      </w:r>
    </w:p>
    <w:p w14:paraId="7EE6C922" w14:textId="77777777" w:rsidR="00C70CB6" w:rsidRPr="008C4BE6" w:rsidRDefault="00C70CB6">
      <w:pPr>
        <w:jc w:val="both"/>
        <w:rPr>
          <w:spacing w:val="0"/>
        </w:rPr>
      </w:pPr>
    </w:p>
    <w:p w14:paraId="76BF1CBA" w14:textId="64BADC1A" w:rsidR="00F05163" w:rsidRPr="00BE19F7" w:rsidRDefault="00F05163" w:rsidP="00F05163">
      <w:pPr>
        <w:jc w:val="both"/>
        <w:rPr>
          <w:spacing w:val="0"/>
        </w:rPr>
      </w:pPr>
      <w:r w:rsidRPr="00BE19F7">
        <w:rPr>
          <w:spacing w:val="0"/>
        </w:rPr>
        <w:t xml:space="preserve">sõlmisid lepingu, edaspidi </w:t>
      </w:r>
      <w:r w:rsidRPr="00BE19F7">
        <w:rPr>
          <w:b/>
          <w:spacing w:val="0"/>
        </w:rPr>
        <w:t>leping</w:t>
      </w:r>
      <w:r w:rsidRPr="00BE19F7">
        <w:rPr>
          <w:spacing w:val="0"/>
        </w:rPr>
        <w:t xml:space="preserve">, </w:t>
      </w:r>
      <w:r w:rsidR="00132ECB" w:rsidRPr="00132ECB">
        <w:rPr>
          <w:i/>
          <w:iCs/>
          <w:spacing w:val="0"/>
        </w:rPr>
        <w:t xml:space="preserve">väikeost / </w:t>
      </w:r>
      <w:r w:rsidR="00132ECB" w:rsidRPr="00132ECB">
        <w:rPr>
          <w:spacing w:val="0"/>
        </w:rPr>
        <w:t xml:space="preserve">nr 1-47. 3559 „Kotka matkaraja laudteelõikude rekonstrueerimine </w:t>
      </w:r>
      <w:r w:rsidRPr="00BE19F7">
        <w:rPr>
          <w:spacing w:val="0"/>
        </w:rPr>
        <w:t>tulemusena alljärgnevas:</w:t>
      </w:r>
    </w:p>
    <w:p w14:paraId="1CBE03AF" w14:textId="77777777" w:rsidR="00BC1507" w:rsidRPr="00343EA3" w:rsidRDefault="00BC1507">
      <w:pPr>
        <w:jc w:val="both"/>
        <w:rPr>
          <w:b/>
          <w:spacing w:val="0"/>
        </w:rPr>
      </w:pPr>
    </w:p>
    <w:p w14:paraId="40A00AA5" w14:textId="77777777" w:rsidR="00BC1507" w:rsidRPr="001E5BB6" w:rsidRDefault="005A1CA9" w:rsidP="001E5BB6">
      <w:pPr>
        <w:pStyle w:val="Pealkiri11"/>
        <w:rPr>
          <w:b/>
          <w:spacing w:val="0"/>
        </w:rPr>
      </w:pPr>
      <w:r w:rsidRPr="001E5BB6">
        <w:rPr>
          <w:b/>
          <w:spacing w:val="0"/>
        </w:rPr>
        <w:t>Leping</w:t>
      </w:r>
      <w:r w:rsidR="00BC1507" w:rsidRPr="001E5BB6">
        <w:rPr>
          <w:b/>
          <w:spacing w:val="0"/>
        </w:rPr>
        <w:t>u objekt</w:t>
      </w:r>
    </w:p>
    <w:p w14:paraId="27B7D777" w14:textId="09B0D094" w:rsidR="007A7839" w:rsidRPr="007A7839" w:rsidRDefault="007A7839" w:rsidP="007A7839">
      <w:pPr>
        <w:pStyle w:val="Pealkiri21"/>
        <w:rPr>
          <w:spacing w:val="0"/>
        </w:rPr>
      </w:pPr>
      <w:r w:rsidRPr="007A7839">
        <w:rPr>
          <w:spacing w:val="0"/>
        </w:rPr>
        <w:t>Lepingu objektiks on töövõtja poolt Riigimetsa Majandamise Keskusele kuuluval maal (</w:t>
      </w:r>
      <w:r w:rsidR="00E749BB">
        <w:rPr>
          <w:spacing w:val="0"/>
        </w:rPr>
        <w:t>Iisaku</w:t>
      </w:r>
      <w:r w:rsidR="00701ED5">
        <w:rPr>
          <w:spacing w:val="0"/>
        </w:rPr>
        <w:t>,</w:t>
      </w:r>
      <w:r w:rsidR="00D50653">
        <w:rPr>
          <w:spacing w:val="0"/>
        </w:rPr>
        <w:t xml:space="preserve"> Alutaguse vald</w:t>
      </w:r>
      <w:r w:rsidRPr="007A7839">
        <w:rPr>
          <w:spacing w:val="0"/>
        </w:rPr>
        <w:t xml:space="preserve">, Ida-Viru maakond) paikneval kinnistul, katastritunnusega </w:t>
      </w:r>
      <w:r w:rsidR="00D5739F">
        <w:rPr>
          <w:spacing w:val="0"/>
        </w:rPr>
        <w:t>2</w:t>
      </w:r>
      <w:r w:rsidR="00D5739F" w:rsidRPr="00D5739F">
        <w:rPr>
          <w:spacing w:val="0"/>
        </w:rPr>
        <w:t>2401:002:0360</w:t>
      </w:r>
      <w:r w:rsidR="00D5739F">
        <w:rPr>
          <w:spacing w:val="0"/>
        </w:rPr>
        <w:t xml:space="preserve"> </w:t>
      </w:r>
      <w:r w:rsidRPr="007A7839">
        <w:rPr>
          <w:spacing w:val="0"/>
        </w:rPr>
        <w:t>A</w:t>
      </w:r>
      <w:r w:rsidR="006E23A3">
        <w:rPr>
          <w:spacing w:val="0"/>
        </w:rPr>
        <w:t>lutaguse rahvuspark</w:t>
      </w:r>
      <w:r>
        <w:rPr>
          <w:spacing w:val="0"/>
        </w:rPr>
        <w:t xml:space="preserve"> </w:t>
      </w:r>
      <w:r w:rsidRPr="007A7839">
        <w:rPr>
          <w:spacing w:val="0"/>
        </w:rPr>
        <w:t xml:space="preserve"> </w:t>
      </w:r>
      <w:r w:rsidR="00A33164">
        <w:rPr>
          <w:b/>
          <w:bCs/>
          <w:spacing w:val="0"/>
        </w:rPr>
        <w:t>RMK Kotka matkara</w:t>
      </w:r>
      <w:r w:rsidR="005B01F2">
        <w:rPr>
          <w:b/>
          <w:bCs/>
          <w:spacing w:val="0"/>
        </w:rPr>
        <w:t>j</w:t>
      </w:r>
      <w:r w:rsidR="00862E83">
        <w:rPr>
          <w:b/>
          <w:bCs/>
          <w:spacing w:val="0"/>
        </w:rPr>
        <w:t>a</w:t>
      </w:r>
      <w:r w:rsidR="005B01F2">
        <w:rPr>
          <w:b/>
          <w:bCs/>
          <w:spacing w:val="0"/>
        </w:rPr>
        <w:t xml:space="preserve"> Liivamäe parkla </w:t>
      </w:r>
      <w:r w:rsidR="006036F4">
        <w:rPr>
          <w:b/>
          <w:bCs/>
          <w:spacing w:val="0"/>
        </w:rPr>
        <w:t xml:space="preserve">ja Kõrtsi kraavi lõkkekoha vahele </w:t>
      </w:r>
      <w:r w:rsidR="00E543BF">
        <w:rPr>
          <w:b/>
          <w:bCs/>
          <w:spacing w:val="0"/>
        </w:rPr>
        <w:t>jäävate</w:t>
      </w:r>
      <w:r w:rsidR="005B01F2">
        <w:rPr>
          <w:b/>
          <w:bCs/>
          <w:spacing w:val="0"/>
        </w:rPr>
        <w:t xml:space="preserve"> ooside vaheliste laudteelõikude rekonstrueerimine</w:t>
      </w:r>
      <w:r w:rsidR="00E543BF">
        <w:rPr>
          <w:b/>
          <w:bCs/>
          <w:spacing w:val="0"/>
        </w:rPr>
        <w:t xml:space="preserve"> (vana laudtee lammutamine ja </w:t>
      </w:r>
      <w:r w:rsidR="0004450A">
        <w:rPr>
          <w:b/>
          <w:bCs/>
          <w:spacing w:val="0"/>
        </w:rPr>
        <w:t>väljavedu, uue rajamine)</w:t>
      </w:r>
      <w:r w:rsidR="00393002">
        <w:rPr>
          <w:spacing w:val="0"/>
        </w:rPr>
        <w:t>,</w:t>
      </w:r>
      <w:r w:rsidRPr="007A7839">
        <w:rPr>
          <w:spacing w:val="0"/>
        </w:rPr>
        <w:t xml:space="preserve"> lepinguga kokkulepitud tingimustel ja korras, edaspidi töö.</w:t>
      </w:r>
    </w:p>
    <w:p w14:paraId="655CBA75" w14:textId="7FDAC75A" w:rsidR="00BC1507" w:rsidRPr="001E5BB6" w:rsidRDefault="00BC1507" w:rsidP="00F37FB6">
      <w:pPr>
        <w:pStyle w:val="Pealkiri21"/>
        <w:rPr>
          <w:spacing w:val="0"/>
        </w:rPr>
      </w:pPr>
      <w:r w:rsidRPr="001E5BB6">
        <w:rPr>
          <w:spacing w:val="0"/>
        </w:rPr>
        <w:t>Töö peab v</w:t>
      </w:r>
      <w:r w:rsidR="007E1D19" w:rsidRPr="001E5BB6">
        <w:rPr>
          <w:spacing w:val="0"/>
        </w:rPr>
        <w:t xml:space="preserve">astama </w:t>
      </w:r>
      <w:r w:rsidR="004420F6">
        <w:rPr>
          <w:spacing w:val="0"/>
        </w:rPr>
        <w:t>pakkumiskutse dokumentides kirjeldatule</w:t>
      </w:r>
      <w:r w:rsidRPr="001E5BB6">
        <w:rPr>
          <w:spacing w:val="0"/>
        </w:rPr>
        <w:t xml:space="preserve"> </w:t>
      </w:r>
      <w:r w:rsidR="008368BC" w:rsidRPr="008368BC">
        <w:rPr>
          <w:i/>
          <w:iCs/>
          <w:spacing w:val="0"/>
        </w:rPr>
        <w:t xml:space="preserve">väikeost / </w:t>
      </w:r>
      <w:r w:rsidR="008368BC" w:rsidRPr="008368BC">
        <w:rPr>
          <w:spacing w:val="0"/>
        </w:rPr>
        <w:t>nr 1-47. 3559 „Kotka matkaraja laudteelõikude rekonstrueerimine</w:t>
      </w:r>
    </w:p>
    <w:p w14:paraId="6262272A" w14:textId="69A32E3C" w:rsidR="0038039E" w:rsidRPr="004B7210" w:rsidRDefault="00F93ACC" w:rsidP="004B7210">
      <w:pPr>
        <w:pStyle w:val="Pealkiri21"/>
        <w:jc w:val="both"/>
        <w:rPr>
          <w:spacing w:val="0"/>
        </w:rPr>
      </w:pPr>
      <w:r w:rsidRPr="00343EA3">
        <w:rPr>
          <w:spacing w:val="0"/>
        </w:rPr>
        <w:t>Tellija on annab töövõtjale t</w:t>
      </w:r>
      <w:r w:rsidR="00BC1507" w:rsidRPr="00343EA3">
        <w:rPr>
          <w:spacing w:val="0"/>
        </w:rPr>
        <w:t>öö teostamisek</w:t>
      </w:r>
      <w:r w:rsidRPr="00343EA3">
        <w:rPr>
          <w:spacing w:val="0"/>
        </w:rPr>
        <w:t>s järgmist informatsiooni ja ma</w:t>
      </w:r>
      <w:r w:rsidR="00BC1507" w:rsidRPr="00343EA3">
        <w:rPr>
          <w:spacing w:val="0"/>
        </w:rPr>
        <w:t>terjalid</w:t>
      </w:r>
      <w:r w:rsidR="00B27660">
        <w:rPr>
          <w:spacing w:val="0"/>
        </w:rPr>
        <w:t>:</w:t>
      </w:r>
      <w:r w:rsidR="0062044F">
        <w:rPr>
          <w:spacing w:val="0"/>
        </w:rPr>
        <w:t xml:space="preserve"> Pakkumi</w:t>
      </w:r>
      <w:r w:rsidR="00BD5AF4">
        <w:rPr>
          <w:spacing w:val="0"/>
        </w:rPr>
        <w:t>s</w:t>
      </w:r>
      <w:r w:rsidR="0062044F">
        <w:rPr>
          <w:spacing w:val="0"/>
        </w:rPr>
        <w:t>kutse</w:t>
      </w:r>
      <w:r w:rsidR="00BD5AF4">
        <w:rPr>
          <w:spacing w:val="0"/>
        </w:rPr>
        <w:t>s olev tööde ja materjalide kirjeldus</w:t>
      </w:r>
      <w:r w:rsidR="004B7210">
        <w:rPr>
          <w:spacing w:val="0"/>
        </w:rPr>
        <w:t xml:space="preserve"> ja </w:t>
      </w:r>
      <w:r w:rsidR="0038039E" w:rsidRPr="004B7210">
        <w:rPr>
          <w:spacing w:val="0"/>
        </w:rPr>
        <w:t xml:space="preserve">Külastusobjekti kaitseväärtuste väljavõte </w:t>
      </w:r>
    </w:p>
    <w:p w14:paraId="4C02E0C8" w14:textId="77777777" w:rsidR="00BC1507" w:rsidRPr="00343EA3" w:rsidRDefault="00BC1507" w:rsidP="00F37FB6">
      <w:pPr>
        <w:pStyle w:val="Pealkiri21"/>
        <w:jc w:val="both"/>
        <w:rPr>
          <w:spacing w:val="0"/>
        </w:rPr>
      </w:pPr>
      <w:r w:rsidRPr="00343EA3">
        <w:rPr>
          <w:spacing w:val="0"/>
        </w:rPr>
        <w:t xml:space="preserve">Tellijal </w:t>
      </w:r>
      <w:r w:rsidR="00F93ACC" w:rsidRPr="00343EA3">
        <w:rPr>
          <w:spacing w:val="0"/>
        </w:rPr>
        <w:t>on õigus jooksvalt kontrollida t</w:t>
      </w:r>
      <w:r w:rsidRPr="00343EA3">
        <w:rPr>
          <w:spacing w:val="0"/>
        </w:rPr>
        <w:t>öö tegemise käiku. Töövõtja on kohustatud kohe</w:t>
      </w:r>
      <w:r w:rsidR="00F93ACC" w:rsidRPr="00343EA3">
        <w:rPr>
          <w:spacing w:val="0"/>
        </w:rPr>
        <w:t>selt informeerima tellijat t</w:t>
      </w:r>
      <w:r w:rsidRPr="00343EA3">
        <w:rPr>
          <w:spacing w:val="0"/>
        </w:rPr>
        <w:t>öö tegemise käigus tekki</w:t>
      </w:r>
      <w:r w:rsidR="00F93ACC" w:rsidRPr="00343EA3">
        <w:rPr>
          <w:spacing w:val="0"/>
        </w:rPr>
        <w:t>nud probleemidest ning nõutama t</w:t>
      </w:r>
      <w:r w:rsidRPr="00343EA3">
        <w:rPr>
          <w:spacing w:val="0"/>
        </w:rPr>
        <w:t>ellija juhiseid ja informatsiooni.</w:t>
      </w:r>
    </w:p>
    <w:p w14:paraId="257640CF" w14:textId="560AE32E" w:rsidR="00380D5F" w:rsidRPr="00343EA3" w:rsidRDefault="00BC1507" w:rsidP="00F37FB6">
      <w:pPr>
        <w:pStyle w:val="Pealkiri21"/>
        <w:jc w:val="both"/>
        <w:rPr>
          <w:spacing w:val="0"/>
        </w:rPr>
      </w:pPr>
      <w:r w:rsidRPr="00343EA3">
        <w:rPr>
          <w:spacing w:val="0"/>
        </w:rPr>
        <w:t>Töövõtja p</w:t>
      </w:r>
      <w:r w:rsidR="00F93ACC" w:rsidRPr="00343EA3">
        <w:rPr>
          <w:spacing w:val="0"/>
        </w:rPr>
        <w:t>eab töö tegemisel kinni pidama tellija poolt kehtestatud ja t</w:t>
      </w:r>
      <w:r w:rsidRPr="00343EA3">
        <w:rPr>
          <w:spacing w:val="0"/>
        </w:rPr>
        <w:t>öövõtjale tutvus</w:t>
      </w:r>
      <w:r w:rsidRPr="00343EA3">
        <w:rPr>
          <w:spacing w:val="0"/>
        </w:rPr>
        <w:softHyphen/>
        <w:t>tatud keskkonnanõuetest</w:t>
      </w:r>
    </w:p>
    <w:p w14:paraId="44A10B1B" w14:textId="77777777" w:rsidR="00BC1507" w:rsidRPr="00380D5F" w:rsidRDefault="00BC1507" w:rsidP="00F37FB6">
      <w:pPr>
        <w:jc w:val="both"/>
        <w:rPr>
          <w:spacing w:val="0"/>
        </w:rPr>
      </w:pPr>
    </w:p>
    <w:p w14:paraId="7133F6B4" w14:textId="77777777" w:rsidR="00BC1507" w:rsidRPr="00343EA3" w:rsidRDefault="00BC1507" w:rsidP="00F37FB6">
      <w:pPr>
        <w:pStyle w:val="Pealkiri11"/>
        <w:jc w:val="both"/>
        <w:rPr>
          <w:b/>
          <w:spacing w:val="0"/>
        </w:rPr>
      </w:pPr>
      <w:r w:rsidRPr="00343EA3">
        <w:rPr>
          <w:b/>
          <w:spacing w:val="0"/>
        </w:rPr>
        <w:t xml:space="preserve">Töö üleandmine ja vastuvõtmine </w:t>
      </w:r>
    </w:p>
    <w:p w14:paraId="718C46CE" w14:textId="738EF406" w:rsidR="00F93ACC" w:rsidRPr="00343EA3" w:rsidRDefault="00F93ACC" w:rsidP="00F37FB6">
      <w:pPr>
        <w:pStyle w:val="Pealkiri21"/>
        <w:jc w:val="both"/>
        <w:rPr>
          <w:spacing w:val="0"/>
        </w:rPr>
      </w:pPr>
      <w:r w:rsidRPr="00343EA3">
        <w:rPr>
          <w:spacing w:val="0"/>
        </w:rPr>
        <w:t>Töövõtja annab tellijale valmis t</w:t>
      </w:r>
      <w:r w:rsidR="00BC1507" w:rsidRPr="00343EA3">
        <w:rPr>
          <w:spacing w:val="0"/>
        </w:rPr>
        <w:t xml:space="preserve">öö üle hiljemalt </w:t>
      </w:r>
      <w:sdt>
        <w:sdtPr>
          <w:rPr>
            <w:spacing w:val="0"/>
          </w:rPr>
          <w:id w:val="-1925716707"/>
          <w:placeholder>
            <w:docPart w:val="8B0922D727614F7AA7DB5B458CEBF315"/>
          </w:placeholder>
          <w:date w:fullDate="2025-12-22T00:00:00Z">
            <w:dateFormat w:val="d.MM.yyyy"/>
            <w:lid w:val="et-EE"/>
            <w:storeMappedDataAs w:val="dateTime"/>
            <w:calendar w:val="gregorian"/>
          </w:date>
        </w:sdtPr>
        <w:sdtEndPr/>
        <w:sdtContent>
          <w:r w:rsidR="001C3821">
            <w:rPr>
              <w:spacing w:val="0"/>
            </w:rPr>
            <w:t>22</w:t>
          </w:r>
          <w:r w:rsidR="007A7839">
            <w:rPr>
              <w:spacing w:val="0"/>
            </w:rPr>
            <w:t>.</w:t>
          </w:r>
          <w:r w:rsidR="00FD3710">
            <w:rPr>
              <w:spacing w:val="0"/>
            </w:rPr>
            <w:t>12</w:t>
          </w:r>
          <w:r w:rsidR="007A7839">
            <w:rPr>
              <w:spacing w:val="0"/>
            </w:rPr>
            <w:t>.202</w:t>
          </w:r>
          <w:r w:rsidR="0096301E">
            <w:rPr>
              <w:spacing w:val="0"/>
            </w:rPr>
            <w:t>5</w:t>
          </w:r>
        </w:sdtContent>
      </w:sdt>
      <w:r w:rsidR="00886FDA">
        <w:rPr>
          <w:spacing w:val="0"/>
        </w:rPr>
        <w:t>.</w:t>
      </w:r>
    </w:p>
    <w:p w14:paraId="2D8550F0" w14:textId="328CB0C5" w:rsidR="00BC1507" w:rsidRPr="00343EA3" w:rsidRDefault="00BC1507" w:rsidP="00F37FB6">
      <w:pPr>
        <w:pStyle w:val="Pealkiri21"/>
        <w:jc w:val="both"/>
        <w:rPr>
          <w:spacing w:val="0"/>
        </w:rPr>
      </w:pPr>
      <w:r w:rsidRPr="00343EA3">
        <w:rPr>
          <w:spacing w:val="0"/>
        </w:rPr>
        <w:t xml:space="preserve">Tellija on </w:t>
      </w:r>
      <w:r w:rsidR="00F93ACC" w:rsidRPr="00343EA3">
        <w:rPr>
          <w:spacing w:val="0"/>
        </w:rPr>
        <w:t>kohustatud t</w:t>
      </w:r>
      <w:r w:rsidRPr="00343EA3">
        <w:rPr>
          <w:spacing w:val="0"/>
        </w:rPr>
        <w:t>öö üleandmisel selle viivitamata</w:t>
      </w:r>
      <w:r w:rsidR="009A614E">
        <w:rPr>
          <w:spacing w:val="0"/>
        </w:rPr>
        <w:t xml:space="preserve"> </w:t>
      </w:r>
      <w:r w:rsidRPr="00343EA3">
        <w:rPr>
          <w:spacing w:val="0"/>
        </w:rPr>
        <w:t>üle vaatama.</w:t>
      </w:r>
    </w:p>
    <w:p w14:paraId="6E7EC3A7" w14:textId="77777777" w:rsidR="00BC1507" w:rsidRPr="00343EA3" w:rsidRDefault="00F93ACC" w:rsidP="00F37FB6">
      <w:pPr>
        <w:pStyle w:val="Pealkiri21"/>
        <w:jc w:val="both"/>
        <w:rPr>
          <w:spacing w:val="0"/>
        </w:rPr>
      </w:pPr>
      <w:r w:rsidRPr="00343EA3">
        <w:rPr>
          <w:spacing w:val="0"/>
        </w:rPr>
        <w:t>Töö vastuvõtmisel vormistavad pooled t</w:t>
      </w:r>
      <w:r w:rsidR="00BC1507" w:rsidRPr="00343EA3">
        <w:rPr>
          <w:spacing w:val="0"/>
        </w:rPr>
        <w:t xml:space="preserve">öö üleandmise-vastuvõtmise </w:t>
      </w:r>
      <w:r w:rsidRPr="00343EA3">
        <w:rPr>
          <w:spacing w:val="0"/>
        </w:rPr>
        <w:t>akti, millele kirju</w:t>
      </w:r>
      <w:r w:rsidRPr="00343EA3">
        <w:rPr>
          <w:spacing w:val="0"/>
        </w:rPr>
        <w:softHyphen/>
        <w:t>tavad alla p</w:t>
      </w:r>
      <w:r w:rsidR="00BC1507" w:rsidRPr="00343EA3">
        <w:rPr>
          <w:spacing w:val="0"/>
        </w:rPr>
        <w:t xml:space="preserve">oolte esindajad. </w:t>
      </w:r>
    </w:p>
    <w:p w14:paraId="1024CDEA" w14:textId="77777777" w:rsidR="00BC1507" w:rsidRPr="00343EA3" w:rsidRDefault="00F93ACC" w:rsidP="00F37FB6">
      <w:pPr>
        <w:pStyle w:val="Pealkiri21"/>
        <w:jc w:val="both"/>
        <w:rPr>
          <w:spacing w:val="0"/>
        </w:rPr>
      </w:pPr>
      <w:r w:rsidRPr="00343EA3">
        <w:rPr>
          <w:spacing w:val="0"/>
        </w:rPr>
        <w:t>Tellija esitab t</w:t>
      </w:r>
      <w:r w:rsidR="00BC1507" w:rsidRPr="00343EA3">
        <w:rPr>
          <w:spacing w:val="0"/>
        </w:rPr>
        <w:t>öövõtjale oma pretensioonid</w:t>
      </w:r>
      <w:r w:rsidR="00A728B9" w:rsidRPr="00343EA3">
        <w:rPr>
          <w:spacing w:val="0"/>
        </w:rPr>
        <w:t xml:space="preserve">, </w:t>
      </w:r>
      <w:r w:rsidR="00BC1507" w:rsidRPr="00343EA3">
        <w:rPr>
          <w:spacing w:val="0"/>
        </w:rPr>
        <w:t xml:space="preserve">edaspidi </w:t>
      </w:r>
      <w:r w:rsidRPr="00E63D30">
        <w:rPr>
          <w:b/>
          <w:spacing w:val="0"/>
        </w:rPr>
        <w:t>v</w:t>
      </w:r>
      <w:r w:rsidR="00BC1507" w:rsidRPr="00E63D30">
        <w:rPr>
          <w:b/>
          <w:spacing w:val="0"/>
        </w:rPr>
        <w:t>astuväited</w:t>
      </w:r>
      <w:r w:rsidR="00A728B9" w:rsidRPr="00343EA3">
        <w:rPr>
          <w:spacing w:val="0"/>
        </w:rPr>
        <w:t>,</w:t>
      </w:r>
      <w:r w:rsidRPr="00343EA3">
        <w:rPr>
          <w:spacing w:val="0"/>
        </w:rPr>
        <w:t xml:space="preserve"> seoses t</w:t>
      </w:r>
      <w:r w:rsidR="00BC1507" w:rsidRPr="00343EA3">
        <w:rPr>
          <w:spacing w:val="0"/>
        </w:rPr>
        <w:t xml:space="preserve">öö mittevastavusega </w:t>
      </w:r>
      <w:r w:rsidRPr="00343EA3">
        <w:rPr>
          <w:spacing w:val="0"/>
        </w:rPr>
        <w:t>l</w:t>
      </w:r>
      <w:r w:rsidR="005A1CA9" w:rsidRPr="00343EA3">
        <w:rPr>
          <w:spacing w:val="0"/>
        </w:rPr>
        <w:t>eping</w:t>
      </w:r>
      <w:r w:rsidR="00BC1507" w:rsidRPr="00343EA3">
        <w:rPr>
          <w:spacing w:val="0"/>
        </w:rPr>
        <w:t>ule 7 (sei</w:t>
      </w:r>
      <w:r w:rsidRPr="00343EA3">
        <w:rPr>
          <w:spacing w:val="0"/>
        </w:rPr>
        <w:t>tsme) tööpäeva jooksul arvates töö üleandmisest t</w:t>
      </w:r>
      <w:r w:rsidR="00BC1507" w:rsidRPr="00343EA3">
        <w:rPr>
          <w:spacing w:val="0"/>
        </w:rPr>
        <w:t xml:space="preserve">öövõtja poolt. </w:t>
      </w:r>
    </w:p>
    <w:p w14:paraId="6EFC4161" w14:textId="77777777" w:rsidR="00BC1507" w:rsidRPr="00343EA3" w:rsidRDefault="00F93ACC" w:rsidP="00F37FB6">
      <w:pPr>
        <w:pStyle w:val="Pealkiri21"/>
        <w:jc w:val="both"/>
        <w:rPr>
          <w:spacing w:val="0"/>
        </w:rPr>
      </w:pPr>
      <w:r w:rsidRPr="00343EA3">
        <w:rPr>
          <w:spacing w:val="0"/>
        </w:rPr>
        <w:t>Töö loetakse t</w:t>
      </w:r>
      <w:r w:rsidR="00BC1507" w:rsidRPr="00343EA3">
        <w:rPr>
          <w:spacing w:val="0"/>
        </w:rPr>
        <w:t>e</w:t>
      </w:r>
      <w:r w:rsidRPr="00343EA3">
        <w:rPr>
          <w:spacing w:val="0"/>
        </w:rPr>
        <w:t>llija poolt vastu võetuks, kui tellija ei ole esitanud v</w:t>
      </w:r>
      <w:r w:rsidR="00BC1507" w:rsidRPr="00343EA3">
        <w:rPr>
          <w:spacing w:val="0"/>
        </w:rPr>
        <w:t>astuväiteid punktis 2.4 nimetatud tähtaja jooksul.</w:t>
      </w:r>
    </w:p>
    <w:p w14:paraId="5E6508FE" w14:textId="77777777" w:rsidR="00BC1507" w:rsidRPr="00343EA3" w:rsidRDefault="00F93ACC" w:rsidP="00F37FB6">
      <w:pPr>
        <w:pStyle w:val="Pealkiri21"/>
        <w:jc w:val="both"/>
        <w:rPr>
          <w:spacing w:val="0"/>
        </w:rPr>
      </w:pPr>
      <w:r w:rsidRPr="00343EA3">
        <w:rPr>
          <w:spacing w:val="0"/>
        </w:rPr>
        <w:t>Juhul, kui t</w:t>
      </w:r>
      <w:r w:rsidR="00BC1507" w:rsidRPr="00343EA3">
        <w:rPr>
          <w:spacing w:val="0"/>
        </w:rPr>
        <w:t xml:space="preserve">ellija </w:t>
      </w:r>
      <w:r w:rsidRPr="00343EA3">
        <w:rPr>
          <w:spacing w:val="0"/>
        </w:rPr>
        <w:t>esitab oma vastuväited, peab töövõtja tegema töös vastavad parandu</w:t>
      </w:r>
      <w:r w:rsidRPr="00343EA3">
        <w:rPr>
          <w:spacing w:val="0"/>
        </w:rPr>
        <w:softHyphen/>
        <w:t>sed t</w:t>
      </w:r>
      <w:r w:rsidR="00BC1507" w:rsidRPr="00343EA3">
        <w:rPr>
          <w:spacing w:val="0"/>
        </w:rPr>
        <w:t>ellija määratud tähtaja jo</w:t>
      </w:r>
      <w:r w:rsidRPr="00343EA3">
        <w:rPr>
          <w:spacing w:val="0"/>
        </w:rPr>
        <w:t>oksul. Sellisel juhul loetakse töö vastu võetuks, kui töövõtja on teinud töös parandused ja tellijal ei ole enam v</w:t>
      </w:r>
      <w:r w:rsidR="00BC1507" w:rsidRPr="00343EA3">
        <w:rPr>
          <w:spacing w:val="0"/>
        </w:rPr>
        <w:t xml:space="preserve">astuväiteid. </w:t>
      </w:r>
    </w:p>
    <w:p w14:paraId="6516E1B2" w14:textId="77777777" w:rsidR="00BC1507" w:rsidRPr="00343EA3" w:rsidRDefault="00F93ACC" w:rsidP="00F37FB6">
      <w:pPr>
        <w:pStyle w:val="Pealkiri21"/>
        <w:jc w:val="both"/>
        <w:rPr>
          <w:spacing w:val="0"/>
        </w:rPr>
      </w:pPr>
      <w:r w:rsidRPr="00343EA3">
        <w:rPr>
          <w:spacing w:val="0"/>
        </w:rPr>
        <w:t>Pärast töö vastuvõtmist t</w:t>
      </w:r>
      <w:r w:rsidR="00BC1507" w:rsidRPr="00343EA3">
        <w:rPr>
          <w:spacing w:val="0"/>
        </w:rPr>
        <w:t>e</w:t>
      </w:r>
      <w:r w:rsidRPr="00343EA3">
        <w:rPr>
          <w:spacing w:val="0"/>
        </w:rPr>
        <w:t>llija poolt on t</w:t>
      </w:r>
      <w:r w:rsidR="00BC1507" w:rsidRPr="00343EA3">
        <w:rPr>
          <w:spacing w:val="0"/>
        </w:rPr>
        <w:t xml:space="preserve">öövõtjal õigus </w:t>
      </w:r>
      <w:r w:rsidRPr="00343EA3">
        <w:rPr>
          <w:spacing w:val="0"/>
        </w:rPr>
        <w:t>l</w:t>
      </w:r>
      <w:r w:rsidR="005A1CA9" w:rsidRPr="00343EA3">
        <w:rPr>
          <w:spacing w:val="0"/>
        </w:rPr>
        <w:t>eping</w:t>
      </w:r>
      <w:r w:rsidR="00BC1507" w:rsidRPr="00343EA3">
        <w:rPr>
          <w:spacing w:val="0"/>
        </w:rPr>
        <w:t xml:space="preserve">uga kokkulepitud tasule. </w:t>
      </w:r>
    </w:p>
    <w:p w14:paraId="39DD594F" w14:textId="3AD93E31" w:rsidR="00BC1507" w:rsidRPr="00343EA3" w:rsidRDefault="00FB6CBB" w:rsidP="00F37FB6">
      <w:pPr>
        <w:pStyle w:val="Pealkiri21"/>
        <w:jc w:val="both"/>
        <w:rPr>
          <w:spacing w:val="0"/>
        </w:rPr>
      </w:pPr>
      <w:r w:rsidRPr="00343EA3">
        <w:rPr>
          <w:spacing w:val="0"/>
        </w:rPr>
        <w:t xml:space="preserve">Töövõtja annab </w:t>
      </w:r>
      <w:r w:rsidR="00F93ACC" w:rsidRPr="00343EA3">
        <w:rPr>
          <w:spacing w:val="0"/>
        </w:rPr>
        <w:t>t</w:t>
      </w:r>
      <w:r w:rsidR="00BC1507" w:rsidRPr="00343EA3">
        <w:rPr>
          <w:spacing w:val="0"/>
        </w:rPr>
        <w:t xml:space="preserve">ööle garantiitähtajaga </w:t>
      </w:r>
      <w:r w:rsidR="00886FDA">
        <w:rPr>
          <w:spacing w:val="0"/>
        </w:rPr>
        <w:t>2</w:t>
      </w:r>
      <w:r w:rsidR="00F93ACC" w:rsidRPr="00343EA3">
        <w:rPr>
          <w:spacing w:val="0"/>
        </w:rPr>
        <w:t xml:space="preserve"> aastat arvates töö vastuvõtmisest t</w:t>
      </w:r>
      <w:r w:rsidR="00BC1507" w:rsidRPr="00343EA3">
        <w:rPr>
          <w:spacing w:val="0"/>
        </w:rPr>
        <w:t>ellija poolt</w:t>
      </w:r>
      <w:r w:rsidR="00F93ACC" w:rsidRPr="00343EA3">
        <w:rPr>
          <w:spacing w:val="0"/>
        </w:rPr>
        <w:t>. Garantiiaja jooksul kohustub t</w:t>
      </w:r>
      <w:r w:rsidR="00BC1507" w:rsidRPr="00343EA3">
        <w:rPr>
          <w:spacing w:val="0"/>
        </w:rPr>
        <w:t>öövõtja omal k</w:t>
      </w:r>
      <w:r w:rsidR="00F93ACC" w:rsidRPr="00343EA3">
        <w:rPr>
          <w:spacing w:val="0"/>
        </w:rPr>
        <w:t>ulul ja vahenditega kõrvaldama t</w:t>
      </w:r>
      <w:r w:rsidR="00BC1507" w:rsidRPr="00343EA3">
        <w:rPr>
          <w:spacing w:val="0"/>
        </w:rPr>
        <w:t xml:space="preserve">öös </w:t>
      </w:r>
      <w:r w:rsidR="00BC1507" w:rsidRPr="00343EA3">
        <w:rPr>
          <w:spacing w:val="0"/>
        </w:rPr>
        <w:lastRenderedPageBreak/>
        <w:t>esinevad puudused. Töö</w:t>
      </w:r>
      <w:r w:rsidR="00F93ACC" w:rsidRPr="00343EA3">
        <w:rPr>
          <w:spacing w:val="0"/>
        </w:rPr>
        <w:t>võtja on kohustatud reageerima tellija informatsioonile t</w:t>
      </w:r>
      <w:r w:rsidR="00BC1507" w:rsidRPr="00343EA3">
        <w:rPr>
          <w:spacing w:val="0"/>
        </w:rPr>
        <w:t xml:space="preserve">öö puuduste kohta 48 (neljakümne </w:t>
      </w:r>
      <w:r w:rsidR="00F93ACC" w:rsidRPr="00343EA3">
        <w:rPr>
          <w:spacing w:val="0"/>
        </w:rPr>
        <w:t>kaheksa) tunni jooksul arvates t</w:t>
      </w:r>
      <w:r w:rsidR="00BC1507" w:rsidRPr="00343EA3">
        <w:rPr>
          <w:spacing w:val="0"/>
        </w:rPr>
        <w:t xml:space="preserve">ellija vastava informatsiooni saamisest. </w:t>
      </w:r>
      <w:r w:rsidR="005A1CA9" w:rsidRPr="00343EA3">
        <w:rPr>
          <w:spacing w:val="0"/>
        </w:rPr>
        <w:t>Leping</w:t>
      </w:r>
      <w:r w:rsidR="00BC1507" w:rsidRPr="00343EA3">
        <w:rPr>
          <w:spacing w:val="0"/>
        </w:rPr>
        <w:t>uga ettenähtud garantiitähtae</w:t>
      </w:r>
      <w:r w:rsidR="00CA6104" w:rsidRPr="00343EA3">
        <w:rPr>
          <w:spacing w:val="0"/>
        </w:rPr>
        <w:t>g pikeneb selle aja võrra, mil töövõtja teostab t</w:t>
      </w:r>
      <w:r w:rsidR="00BC1507" w:rsidRPr="00343EA3">
        <w:rPr>
          <w:spacing w:val="0"/>
        </w:rPr>
        <w:t xml:space="preserve">öö puuduste kõrvaldamist. </w:t>
      </w:r>
      <w:r w:rsidR="005A1CA9" w:rsidRPr="00343EA3">
        <w:rPr>
          <w:spacing w:val="0"/>
        </w:rPr>
        <w:t>Leping</w:t>
      </w:r>
      <w:r w:rsidR="00BC1507" w:rsidRPr="00343EA3">
        <w:rPr>
          <w:spacing w:val="0"/>
        </w:rPr>
        <w:t>uga ettenäh</w:t>
      </w:r>
      <w:r w:rsidR="00CA6104" w:rsidRPr="00343EA3">
        <w:rPr>
          <w:spacing w:val="0"/>
        </w:rPr>
        <w:t>tud garantii kehtib juhul, kui t</w:t>
      </w:r>
      <w:r w:rsidR="00BC1507" w:rsidRPr="00343EA3">
        <w:rPr>
          <w:spacing w:val="0"/>
        </w:rPr>
        <w:t>ellija ises</w:t>
      </w:r>
      <w:r w:rsidR="00CA6104" w:rsidRPr="00343EA3">
        <w:rPr>
          <w:spacing w:val="0"/>
        </w:rPr>
        <w:t>eisvalt ei tööta ümber ega tee t</w:t>
      </w:r>
      <w:r w:rsidR="00BC1507" w:rsidRPr="00343EA3">
        <w:rPr>
          <w:spacing w:val="0"/>
        </w:rPr>
        <w:t>öös täiendusi ja/või muudatusi</w:t>
      </w:r>
      <w:r w:rsidRPr="00343EA3">
        <w:rPr>
          <w:spacing w:val="0"/>
        </w:rPr>
        <w:t>.</w:t>
      </w:r>
    </w:p>
    <w:p w14:paraId="7BB7F7E6" w14:textId="77777777" w:rsidR="004F007F" w:rsidRPr="00380D5F" w:rsidRDefault="004F007F" w:rsidP="00F37FB6">
      <w:pPr>
        <w:jc w:val="both"/>
        <w:rPr>
          <w:spacing w:val="0"/>
        </w:rPr>
      </w:pPr>
    </w:p>
    <w:p w14:paraId="5BAE2857" w14:textId="77777777" w:rsidR="00BC1507" w:rsidRPr="00343EA3" w:rsidRDefault="008166C8" w:rsidP="00F37FB6">
      <w:pPr>
        <w:pStyle w:val="Pealkiri11"/>
        <w:jc w:val="both"/>
        <w:rPr>
          <w:b/>
          <w:spacing w:val="0"/>
        </w:rPr>
      </w:pPr>
      <w:r w:rsidRPr="00343EA3">
        <w:rPr>
          <w:b/>
          <w:spacing w:val="0"/>
        </w:rPr>
        <w:t>T</w:t>
      </w:r>
      <w:r w:rsidR="00BC1507" w:rsidRPr="00343EA3">
        <w:rPr>
          <w:b/>
          <w:spacing w:val="0"/>
        </w:rPr>
        <w:t>asu</w:t>
      </w:r>
    </w:p>
    <w:p w14:paraId="35962265" w14:textId="7CE6D227" w:rsidR="0096230C" w:rsidRPr="0096230C" w:rsidRDefault="0096230C" w:rsidP="007E5CB0">
      <w:pPr>
        <w:pStyle w:val="Pealkiri21"/>
        <w:jc w:val="both"/>
        <w:rPr>
          <w:spacing w:val="0"/>
        </w:rPr>
      </w:pPr>
      <w:r w:rsidRPr="0096230C">
        <w:rPr>
          <w:spacing w:val="0"/>
        </w:rPr>
        <w:t xml:space="preserve">Lepingu hinnaks on edukaks tunnistatud pakkumise kogumaksumus, edaspidi tööde üldmaksumus, </w:t>
      </w:r>
      <w:r w:rsidR="00FC5E59">
        <w:rPr>
          <w:b/>
          <w:spacing w:val="0"/>
        </w:rPr>
        <w:t>6200</w:t>
      </w:r>
      <w:r w:rsidR="0030765D" w:rsidRPr="0030765D">
        <w:rPr>
          <w:b/>
          <w:spacing w:val="0"/>
        </w:rPr>
        <w:t xml:space="preserve"> </w:t>
      </w:r>
      <w:r w:rsidR="0047435D">
        <w:rPr>
          <w:b/>
          <w:spacing w:val="0"/>
        </w:rPr>
        <w:t xml:space="preserve">eurot </w:t>
      </w:r>
      <w:r w:rsidR="00BA4E15">
        <w:rPr>
          <w:spacing w:val="0"/>
        </w:rPr>
        <w:t>(</w:t>
      </w:r>
      <w:r w:rsidR="00B428AD">
        <w:rPr>
          <w:spacing w:val="0"/>
        </w:rPr>
        <w:t>k</w:t>
      </w:r>
      <w:r w:rsidR="009E5B8A">
        <w:rPr>
          <w:spacing w:val="0"/>
        </w:rPr>
        <w:t>uustuhat</w:t>
      </w:r>
      <w:r w:rsidR="00B428AD">
        <w:rPr>
          <w:spacing w:val="0"/>
        </w:rPr>
        <w:t xml:space="preserve"> </w:t>
      </w:r>
      <w:r w:rsidR="009E5B8A">
        <w:rPr>
          <w:spacing w:val="0"/>
        </w:rPr>
        <w:t>kakssada</w:t>
      </w:r>
      <w:r w:rsidR="00B428AD">
        <w:rPr>
          <w:spacing w:val="0"/>
        </w:rPr>
        <w:t xml:space="preserve"> eurot</w:t>
      </w:r>
      <w:r w:rsidR="0047435D">
        <w:rPr>
          <w:spacing w:val="0"/>
        </w:rPr>
        <w:t xml:space="preserve"> ja </w:t>
      </w:r>
      <w:r w:rsidR="0010495B">
        <w:rPr>
          <w:spacing w:val="0"/>
        </w:rPr>
        <w:t>00</w:t>
      </w:r>
      <w:r w:rsidR="0047435D">
        <w:rPr>
          <w:spacing w:val="0"/>
        </w:rPr>
        <w:t xml:space="preserve"> senti) </w:t>
      </w:r>
      <w:r w:rsidRPr="0096230C">
        <w:rPr>
          <w:spacing w:val="0"/>
        </w:rPr>
        <w:t xml:space="preserve"> millele lisandu</w:t>
      </w:r>
      <w:r w:rsidR="009E7752">
        <w:rPr>
          <w:spacing w:val="0"/>
        </w:rPr>
        <w:t>b</w:t>
      </w:r>
      <w:r w:rsidRPr="0096230C">
        <w:rPr>
          <w:spacing w:val="0"/>
        </w:rPr>
        <w:t xml:space="preserve"> käibemaks. Tööde üldmaksumus sisaldab endas töövõtja tasu, samuti töövõtja ja võimalike alltöövõtjate kõik kulutused projekteerimis-, ehitus- ja muude tööde teostamisel lepingu raames. Töövõtja kinnitab, et on arvestanud oma pakkumuse mahtu ka need tööd, mis ei ole riigihanke hankedokumentides kirjeldatud, kuid mis on tuginedes heale ehitustavale ja pakkuja professionaalsusele vajalikud lepingus kirjeldatud tööde nõuetekohaseks teostamiseks.</w:t>
      </w:r>
    </w:p>
    <w:p w14:paraId="5FE2DCCA" w14:textId="77777777" w:rsidR="0051635F" w:rsidRDefault="00A3137D" w:rsidP="007E5CB0">
      <w:pPr>
        <w:pStyle w:val="Pealkiri21"/>
        <w:jc w:val="both"/>
        <w:rPr>
          <w:spacing w:val="0"/>
        </w:rPr>
      </w:pPr>
      <w:r w:rsidRPr="00F37FB6">
        <w:rPr>
          <w:spacing w:val="0"/>
        </w:rPr>
        <w:t>T</w:t>
      </w:r>
      <w:r w:rsidR="00CA6104" w:rsidRPr="00F37FB6">
        <w:rPr>
          <w:spacing w:val="0"/>
        </w:rPr>
        <w:t>ellija tasub tehtud tööde eest t</w:t>
      </w:r>
      <w:r w:rsidRPr="00F37FB6">
        <w:rPr>
          <w:spacing w:val="0"/>
        </w:rPr>
        <w:t xml:space="preserve">öövõtja poolt esitatud arve(te) alusel. </w:t>
      </w:r>
      <w:r w:rsidR="008639BE">
        <w:rPr>
          <w:spacing w:val="0"/>
        </w:rPr>
        <w:t xml:space="preserve">Töövõtja </w:t>
      </w:r>
      <w:r w:rsidR="008639BE" w:rsidRPr="008639BE">
        <w:rPr>
          <w:spacing w:val="0"/>
        </w:rPr>
        <w:t>esitab arve vaid elektrooniliselt. Arve esitamiseks tuleb kasutada elektrooniliste arvete esitamiseks mõeldud raamatupidamistarkvara või raamatupidamistarkvara E-arveldaja, mis asub ettevõtjaportaalis https://www.rik.ee/et/e-arveldaja.</w:t>
      </w:r>
    </w:p>
    <w:p w14:paraId="1D3D169D" w14:textId="77777777" w:rsidR="00BC1507" w:rsidRPr="0051635F" w:rsidRDefault="00CA6104" w:rsidP="007E5CB0">
      <w:pPr>
        <w:pStyle w:val="Pealkiri21"/>
        <w:jc w:val="both"/>
        <w:rPr>
          <w:spacing w:val="0"/>
        </w:rPr>
      </w:pPr>
      <w:r w:rsidRPr="0051635F">
        <w:rPr>
          <w:spacing w:val="0"/>
        </w:rPr>
        <w:t>Arve esitamise aluseks on p</w:t>
      </w:r>
      <w:r w:rsidR="00A3137D" w:rsidRPr="0051635F">
        <w:rPr>
          <w:spacing w:val="0"/>
        </w:rPr>
        <w:t>oolte poolt allkirjastatud tööde vastuvõtmise akt.</w:t>
      </w:r>
    </w:p>
    <w:p w14:paraId="4B9947B9" w14:textId="77777777" w:rsidR="00A3137D" w:rsidRPr="00343EA3" w:rsidRDefault="00A3137D" w:rsidP="00F37FB6">
      <w:pPr>
        <w:jc w:val="both"/>
        <w:rPr>
          <w:spacing w:val="0"/>
        </w:rPr>
      </w:pPr>
    </w:p>
    <w:p w14:paraId="52615102" w14:textId="77777777" w:rsidR="00BC1507" w:rsidRPr="00343EA3" w:rsidRDefault="00BC1507" w:rsidP="00F37FB6">
      <w:pPr>
        <w:pStyle w:val="Pealkiri11"/>
        <w:jc w:val="both"/>
        <w:rPr>
          <w:b/>
          <w:spacing w:val="0"/>
        </w:rPr>
      </w:pPr>
      <w:r w:rsidRPr="00343EA3">
        <w:rPr>
          <w:b/>
          <w:spacing w:val="0"/>
        </w:rPr>
        <w:t>Poolte vastutus</w:t>
      </w:r>
    </w:p>
    <w:p w14:paraId="7A6D9A88" w14:textId="77777777" w:rsidR="00BC1507" w:rsidRPr="00343EA3" w:rsidRDefault="00BC1507" w:rsidP="00F37FB6">
      <w:pPr>
        <w:pStyle w:val="Pealkiri21"/>
        <w:jc w:val="both"/>
        <w:rPr>
          <w:spacing w:val="0"/>
        </w:rPr>
      </w:pPr>
      <w:r w:rsidRPr="00343EA3">
        <w:rPr>
          <w:spacing w:val="0"/>
        </w:rPr>
        <w:t xml:space="preserve">Pooled vastutavad oma </w:t>
      </w:r>
      <w:r w:rsidR="00CA6104" w:rsidRPr="00343EA3">
        <w:rPr>
          <w:spacing w:val="0"/>
        </w:rPr>
        <w:t>l</w:t>
      </w:r>
      <w:r w:rsidR="005A1CA9" w:rsidRPr="00343EA3">
        <w:rPr>
          <w:spacing w:val="0"/>
        </w:rPr>
        <w:t>eping</w:t>
      </w:r>
      <w:r w:rsidRPr="00343EA3">
        <w:rPr>
          <w:spacing w:val="0"/>
        </w:rPr>
        <w:t>ust tulenevate kohustuste rikkumise eest, kui rikkumine on põhjustatud süüliselt.</w:t>
      </w:r>
    </w:p>
    <w:p w14:paraId="59CE4752" w14:textId="77777777" w:rsidR="00BC1507" w:rsidRPr="00343EA3" w:rsidRDefault="00CA6104" w:rsidP="00F37FB6">
      <w:pPr>
        <w:pStyle w:val="Pealkiri21"/>
        <w:jc w:val="both"/>
        <w:rPr>
          <w:spacing w:val="0"/>
        </w:rPr>
      </w:pPr>
      <w:r w:rsidRPr="00343EA3">
        <w:rPr>
          <w:spacing w:val="0"/>
        </w:rPr>
        <w:t>Juhul, kui töövõtja viivitab t</w:t>
      </w:r>
      <w:r w:rsidR="00BC1507" w:rsidRPr="00343EA3">
        <w:rPr>
          <w:spacing w:val="0"/>
        </w:rPr>
        <w:t>öö üleandmisega</w:t>
      </w:r>
      <w:r w:rsidRPr="00343EA3">
        <w:rPr>
          <w:spacing w:val="0"/>
        </w:rPr>
        <w:t xml:space="preserve"> üle kokkulepitud tähtaja, on te</w:t>
      </w:r>
      <w:r w:rsidR="00BC1507" w:rsidRPr="00343EA3">
        <w:rPr>
          <w:spacing w:val="0"/>
        </w:rPr>
        <w:t xml:space="preserve">llijal õigus nõuda leppetrahvi tasumist, mille suuruseks on 0,15% </w:t>
      </w:r>
      <w:r w:rsidRPr="00343EA3">
        <w:rPr>
          <w:spacing w:val="0"/>
        </w:rPr>
        <w:t>l</w:t>
      </w:r>
      <w:r w:rsidR="005A1CA9" w:rsidRPr="00343EA3">
        <w:rPr>
          <w:spacing w:val="0"/>
        </w:rPr>
        <w:t>eping</w:t>
      </w:r>
      <w:r w:rsidRPr="00343EA3">
        <w:rPr>
          <w:spacing w:val="0"/>
        </w:rPr>
        <w:t>u kohaselt t</w:t>
      </w:r>
      <w:r w:rsidR="00BC1507" w:rsidRPr="00343EA3">
        <w:rPr>
          <w:spacing w:val="0"/>
        </w:rPr>
        <w:t>öövõtjale maksta</w:t>
      </w:r>
      <w:r w:rsidR="00BC1507" w:rsidRPr="00343EA3">
        <w:rPr>
          <w:spacing w:val="0"/>
        </w:rPr>
        <w:softHyphen/>
        <w:t xml:space="preserve">vast tasust iga üleandmisega viivitatud kalendripäeva eest, kuid kokku mitte rohkem </w:t>
      </w:r>
      <w:r w:rsidR="00CA1AC3">
        <w:rPr>
          <w:spacing w:val="0"/>
        </w:rPr>
        <w:t>kui 30 (kolmkümmend) %</w:t>
      </w:r>
      <w:r w:rsidRPr="00343EA3">
        <w:rPr>
          <w:spacing w:val="0"/>
        </w:rPr>
        <w:t xml:space="preserve"> t</w:t>
      </w:r>
      <w:r w:rsidR="00BC1507" w:rsidRPr="00343EA3">
        <w:rPr>
          <w:spacing w:val="0"/>
        </w:rPr>
        <w:t>öövõtjale maksta</w:t>
      </w:r>
      <w:r w:rsidRPr="00343EA3">
        <w:rPr>
          <w:spacing w:val="0"/>
        </w:rPr>
        <w:t>vast tasust. Tellijal on õigus t</w:t>
      </w:r>
      <w:r w:rsidR="00BC1507" w:rsidRPr="00343EA3">
        <w:rPr>
          <w:spacing w:val="0"/>
        </w:rPr>
        <w:t>öö eest</w:t>
      </w:r>
      <w:r w:rsidRPr="00343EA3">
        <w:rPr>
          <w:spacing w:val="0"/>
        </w:rPr>
        <w:t xml:space="preserve"> tasumisel vähendada t</w:t>
      </w:r>
      <w:r w:rsidR="00BC1507" w:rsidRPr="00343EA3">
        <w:rPr>
          <w:spacing w:val="0"/>
        </w:rPr>
        <w:t xml:space="preserve">öövõtjale makstavat tasu leppetrahvi summa võrra. </w:t>
      </w:r>
    </w:p>
    <w:p w14:paraId="5992EEA0" w14:textId="77777777" w:rsidR="00BC1507" w:rsidRPr="00343EA3" w:rsidRDefault="00BC1507" w:rsidP="00F37FB6">
      <w:pPr>
        <w:pStyle w:val="Pealkiri21"/>
        <w:jc w:val="both"/>
        <w:rPr>
          <w:spacing w:val="0"/>
        </w:rPr>
      </w:pPr>
      <w:r w:rsidRPr="00343EA3">
        <w:rPr>
          <w:spacing w:val="0"/>
        </w:rPr>
        <w:t>Tellijal on õigus nõuda alapunktis 4.2 sätestatud leppetr</w:t>
      </w:r>
      <w:r w:rsidR="00CA6104" w:rsidRPr="00343EA3">
        <w:rPr>
          <w:spacing w:val="0"/>
        </w:rPr>
        <w:t>ahvi tasumist ka aja eest, mil töövõtja teeb töös parandusi tulenevalt tellija v</w:t>
      </w:r>
      <w:r w:rsidRPr="00343EA3">
        <w:rPr>
          <w:spacing w:val="0"/>
        </w:rPr>
        <w:t>astuväidetest.</w:t>
      </w:r>
    </w:p>
    <w:p w14:paraId="74D96828" w14:textId="77777777" w:rsidR="00BC1507" w:rsidRPr="00343EA3" w:rsidRDefault="00CA6104" w:rsidP="00F37FB6">
      <w:pPr>
        <w:pStyle w:val="Pealkiri21"/>
        <w:jc w:val="both"/>
        <w:rPr>
          <w:spacing w:val="0"/>
        </w:rPr>
      </w:pPr>
      <w:r w:rsidRPr="00343EA3">
        <w:rPr>
          <w:spacing w:val="0"/>
        </w:rPr>
        <w:t>Juhul, kui t</w:t>
      </w:r>
      <w:r w:rsidR="00BC1507" w:rsidRPr="00343EA3">
        <w:rPr>
          <w:spacing w:val="0"/>
        </w:rPr>
        <w:t>ellija viiv</w:t>
      </w:r>
      <w:r w:rsidRPr="00343EA3">
        <w:rPr>
          <w:spacing w:val="0"/>
        </w:rPr>
        <w:t>itab t</w:t>
      </w:r>
      <w:r w:rsidR="00BC1507" w:rsidRPr="00343EA3">
        <w:rPr>
          <w:spacing w:val="0"/>
        </w:rPr>
        <w:t>öövõtjale tasu maksmiseg</w:t>
      </w:r>
      <w:r w:rsidRPr="00343EA3">
        <w:rPr>
          <w:spacing w:val="0"/>
        </w:rPr>
        <w:t>a üle kokkulepitud tähtaja, on t</w:t>
      </w:r>
      <w:r w:rsidR="00BC1507" w:rsidRPr="00343EA3">
        <w:rPr>
          <w:spacing w:val="0"/>
        </w:rPr>
        <w:t>öö</w:t>
      </w:r>
      <w:r w:rsidR="00BC1507" w:rsidRPr="00343EA3">
        <w:rPr>
          <w:spacing w:val="0"/>
        </w:rPr>
        <w:softHyphen/>
        <w:t xml:space="preserve">võtjal õigus nõuda viivist summas 0,15% tasumisega viivitatud summast iga tasumisega viivitatud kalendripäeva eest, kuid mitte rohkem, kui 30 (kolmkümmend) </w:t>
      </w:r>
      <w:r w:rsidR="001031C6">
        <w:rPr>
          <w:spacing w:val="0"/>
        </w:rPr>
        <w:t>%</w:t>
      </w:r>
      <w:r w:rsidR="00BC1507" w:rsidRPr="00343EA3">
        <w:rPr>
          <w:spacing w:val="0"/>
        </w:rPr>
        <w:t xml:space="preserve"> tasu</w:t>
      </w:r>
      <w:r w:rsidR="00BC1507" w:rsidRPr="00343EA3">
        <w:rPr>
          <w:spacing w:val="0"/>
        </w:rPr>
        <w:softHyphen/>
        <w:t>misega viivitatud summast.</w:t>
      </w:r>
    </w:p>
    <w:p w14:paraId="537DC648" w14:textId="77777777" w:rsidR="00BC1507" w:rsidRPr="00343EA3" w:rsidRDefault="00BC1507" w:rsidP="00F37FB6">
      <w:pPr>
        <w:pStyle w:val="Pealkiri21"/>
        <w:jc w:val="both"/>
        <w:rPr>
          <w:spacing w:val="0"/>
        </w:rPr>
      </w:pPr>
      <w:r w:rsidRPr="00343EA3">
        <w:rPr>
          <w:spacing w:val="0"/>
        </w:rPr>
        <w:t xml:space="preserve">Tellija peab esitama </w:t>
      </w:r>
      <w:r w:rsidR="00CA6104" w:rsidRPr="00343EA3">
        <w:rPr>
          <w:spacing w:val="0"/>
        </w:rPr>
        <w:t>l</w:t>
      </w:r>
      <w:r w:rsidR="005A1CA9" w:rsidRPr="00343EA3">
        <w:rPr>
          <w:spacing w:val="0"/>
        </w:rPr>
        <w:t>eping</w:t>
      </w:r>
      <w:r w:rsidR="00CA6104" w:rsidRPr="00343EA3">
        <w:rPr>
          <w:spacing w:val="0"/>
        </w:rPr>
        <w:t>ust tuleneva leppetrahvi nõude t</w:t>
      </w:r>
      <w:r w:rsidRPr="00343EA3">
        <w:rPr>
          <w:spacing w:val="0"/>
        </w:rPr>
        <w:t>öövõtjale hiljemalt 3 (kolme) ku</w:t>
      </w:r>
      <w:r w:rsidR="00CA6104" w:rsidRPr="00343EA3">
        <w:rPr>
          <w:spacing w:val="0"/>
        </w:rPr>
        <w:t>u jooksul arvates päevast, mil t</w:t>
      </w:r>
      <w:r w:rsidRPr="00343EA3">
        <w:rPr>
          <w:spacing w:val="0"/>
        </w:rPr>
        <w:t xml:space="preserve">ellijal tekkis leppetrahvi nõude esitamise õigus. </w:t>
      </w:r>
    </w:p>
    <w:p w14:paraId="1B2CACD2" w14:textId="77777777" w:rsidR="00185D39" w:rsidRPr="00343EA3" w:rsidRDefault="00185D39" w:rsidP="00F37FB6">
      <w:pPr>
        <w:jc w:val="both"/>
        <w:rPr>
          <w:b/>
          <w:spacing w:val="0"/>
        </w:rPr>
      </w:pPr>
    </w:p>
    <w:p w14:paraId="1BEEC703" w14:textId="77777777" w:rsidR="00185D39" w:rsidRPr="00343EA3" w:rsidRDefault="007F5B71" w:rsidP="00F37FB6">
      <w:pPr>
        <w:pStyle w:val="Pealkiri11"/>
        <w:jc w:val="both"/>
        <w:rPr>
          <w:b/>
          <w:spacing w:val="0"/>
        </w:rPr>
      </w:pPr>
      <w:r>
        <w:rPr>
          <w:b/>
          <w:spacing w:val="0"/>
        </w:rPr>
        <w:t>Poolte</w:t>
      </w:r>
      <w:r w:rsidR="00185D39" w:rsidRPr="00343EA3">
        <w:rPr>
          <w:b/>
          <w:spacing w:val="0"/>
        </w:rPr>
        <w:t xml:space="preserve"> esindaja</w:t>
      </w:r>
      <w:r>
        <w:rPr>
          <w:b/>
          <w:spacing w:val="0"/>
        </w:rPr>
        <w:t>d</w:t>
      </w:r>
      <w:r w:rsidR="00185D39" w:rsidRPr="00343EA3">
        <w:rPr>
          <w:b/>
          <w:spacing w:val="0"/>
        </w:rPr>
        <w:t xml:space="preserve"> ja kontaktandmed</w:t>
      </w:r>
    </w:p>
    <w:p w14:paraId="4609DE17" w14:textId="40D994C6" w:rsidR="004847E0" w:rsidRPr="00002690" w:rsidRDefault="004847E0" w:rsidP="004847E0">
      <w:pPr>
        <w:pStyle w:val="Pealkiri21"/>
        <w:rPr>
          <w:spacing w:val="0"/>
        </w:rPr>
      </w:pPr>
      <w:r w:rsidRPr="00002690">
        <w:rPr>
          <w:spacing w:val="0"/>
        </w:rPr>
        <w:t xml:space="preserve">Tellija esindaja on </w:t>
      </w:r>
      <w:r w:rsidR="0047435D">
        <w:rPr>
          <w:spacing w:val="0"/>
        </w:rPr>
        <w:t xml:space="preserve">RMK Ida-Virumaa külastusala </w:t>
      </w:r>
      <w:r w:rsidR="007A7839">
        <w:rPr>
          <w:spacing w:val="0"/>
        </w:rPr>
        <w:t>juht</w:t>
      </w:r>
      <w:r w:rsidRPr="00002690">
        <w:rPr>
          <w:spacing w:val="0"/>
        </w:rPr>
        <w:t xml:space="preserve"> Heinar Juuse tel 5159317 e-post heinar.juuse@rmk.ee</w:t>
      </w:r>
    </w:p>
    <w:p w14:paraId="4BFCCEDA" w14:textId="63C8709B" w:rsidR="007A7839" w:rsidRPr="00D82E67" w:rsidRDefault="007A7839" w:rsidP="00D82E67">
      <w:pPr>
        <w:pStyle w:val="Pealkiri21"/>
        <w:rPr>
          <w:bCs/>
          <w:spacing w:val="0"/>
        </w:rPr>
      </w:pPr>
      <w:r w:rsidRPr="007A7839">
        <w:rPr>
          <w:spacing w:val="0"/>
        </w:rPr>
        <w:t>Töövõtja esindaja, kes on volitatud lepingut täitma, muutma ja lõpetama: juhatuse liige</w:t>
      </w:r>
      <w:r w:rsidR="00314EC1">
        <w:rPr>
          <w:spacing w:val="0"/>
        </w:rPr>
        <w:t xml:space="preserve"> Janar</w:t>
      </w:r>
      <w:r w:rsidR="0002147A">
        <w:rPr>
          <w:spacing w:val="0"/>
        </w:rPr>
        <w:t>i</w:t>
      </w:r>
      <w:r w:rsidR="00314EC1">
        <w:rPr>
          <w:spacing w:val="0"/>
        </w:rPr>
        <w:t xml:space="preserve"> Üleoja</w:t>
      </w:r>
      <w:r w:rsidRPr="007A7839">
        <w:rPr>
          <w:spacing w:val="0"/>
        </w:rPr>
        <w:t xml:space="preserve"> </w:t>
      </w:r>
      <w:r w:rsidR="00257251">
        <w:rPr>
          <w:bCs/>
          <w:spacing w:val="0"/>
        </w:rPr>
        <w:t xml:space="preserve"> </w:t>
      </w:r>
      <w:hyperlink r:id="rId7" w:history="1">
        <w:r w:rsidR="00D82E67" w:rsidRPr="00D82E67">
          <w:rPr>
            <w:rStyle w:val="Hyperlink"/>
            <w:bCs/>
            <w:spacing w:val="0"/>
          </w:rPr>
          <w:t>Puuokas@hotmail.com</w:t>
        </w:r>
      </w:hyperlink>
      <w:r w:rsidR="00D82E67">
        <w:rPr>
          <w:bCs/>
          <w:spacing w:val="0"/>
        </w:rPr>
        <w:t xml:space="preserve"> </w:t>
      </w:r>
      <w:r w:rsidR="00D82E67" w:rsidRPr="00D82E67">
        <w:rPr>
          <w:bCs/>
          <w:spacing w:val="0"/>
        </w:rPr>
        <w:t>+372 53316476</w:t>
      </w:r>
    </w:p>
    <w:p w14:paraId="5738E97C" w14:textId="77777777" w:rsidR="00D142E7" w:rsidRDefault="00D142E7" w:rsidP="00F37FB6">
      <w:pPr>
        <w:jc w:val="both"/>
        <w:rPr>
          <w:spacing w:val="0"/>
        </w:rPr>
      </w:pPr>
    </w:p>
    <w:p w14:paraId="77B89097" w14:textId="77777777" w:rsidR="00D142E7" w:rsidRPr="00380D5F" w:rsidRDefault="00D142E7" w:rsidP="00F37FB6">
      <w:pPr>
        <w:jc w:val="both"/>
        <w:rPr>
          <w:spacing w:val="0"/>
        </w:rPr>
      </w:pPr>
    </w:p>
    <w:p w14:paraId="7A29F295" w14:textId="77777777" w:rsidR="00BC1507" w:rsidRPr="00343EA3" w:rsidRDefault="00BC1507" w:rsidP="00F37FB6">
      <w:pPr>
        <w:pStyle w:val="Pealkiri11"/>
        <w:jc w:val="both"/>
        <w:rPr>
          <w:b/>
          <w:spacing w:val="0"/>
        </w:rPr>
      </w:pPr>
      <w:r w:rsidRPr="00343EA3">
        <w:rPr>
          <w:b/>
          <w:spacing w:val="0"/>
        </w:rPr>
        <w:t>Teadete edastamine</w:t>
      </w:r>
    </w:p>
    <w:p w14:paraId="364C3172" w14:textId="154287C9" w:rsidR="00FB6CBB" w:rsidRPr="00343EA3" w:rsidRDefault="00FB6CBB" w:rsidP="00F37FB6">
      <w:pPr>
        <w:pStyle w:val="Pealkiri21"/>
        <w:jc w:val="both"/>
        <w:rPr>
          <w:spacing w:val="0"/>
        </w:rPr>
      </w:pPr>
      <w:r w:rsidRPr="00343EA3">
        <w:rPr>
          <w:spacing w:val="0"/>
        </w:rPr>
        <w:t>Lepinguga seotud teated edastatakse telefoni teel või e-kirja teel poole lepingus märgitud e-posti aadressile. Kontaktandmete muutusest on pool kohustatud koheselt informeerima teist poolt.</w:t>
      </w:r>
      <w:r w:rsidR="00817A1B">
        <w:rPr>
          <w:spacing w:val="0"/>
        </w:rPr>
        <w:t xml:space="preserve"> </w:t>
      </w:r>
    </w:p>
    <w:p w14:paraId="2411AADF" w14:textId="77777777" w:rsidR="00FB6CBB" w:rsidRPr="00343EA3" w:rsidRDefault="00FB6CBB" w:rsidP="00F37FB6">
      <w:pPr>
        <w:pStyle w:val="Pealkiri21"/>
        <w:jc w:val="both"/>
        <w:rPr>
          <w:spacing w:val="0"/>
        </w:rPr>
      </w:pPr>
      <w:r w:rsidRPr="00343EA3">
        <w:rPr>
          <w:spacing w:val="0"/>
        </w:rPr>
        <w:t>E-kirja teel edastatud teated peetakse kättesaaduks alates teate edastamisele järgnevast tööpäevast.</w:t>
      </w:r>
    </w:p>
    <w:p w14:paraId="096C6247" w14:textId="482AF989" w:rsidR="008639BE" w:rsidRPr="00D142E7" w:rsidRDefault="00FB6CBB" w:rsidP="00D142E7">
      <w:pPr>
        <w:pStyle w:val="Pealkiri21"/>
        <w:jc w:val="both"/>
        <w:rPr>
          <w:spacing w:val="0"/>
        </w:rPr>
      </w:pPr>
      <w:r w:rsidRPr="00343EA3">
        <w:rPr>
          <w:spacing w:val="0"/>
        </w:rPr>
        <w:lastRenderedPageBreak/>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1E0301D5" w14:textId="77777777" w:rsidR="00185D39" w:rsidRPr="00380D5F" w:rsidRDefault="00185D39" w:rsidP="00F37FB6">
      <w:pPr>
        <w:jc w:val="both"/>
        <w:rPr>
          <w:spacing w:val="0"/>
        </w:rPr>
      </w:pPr>
    </w:p>
    <w:p w14:paraId="7469F928" w14:textId="77777777" w:rsidR="00185D39" w:rsidRPr="00343EA3" w:rsidRDefault="00185D39" w:rsidP="00F37FB6">
      <w:pPr>
        <w:pStyle w:val="Pealkiri11"/>
        <w:jc w:val="both"/>
        <w:rPr>
          <w:b/>
          <w:spacing w:val="0"/>
        </w:rPr>
      </w:pPr>
      <w:r w:rsidRPr="00343EA3">
        <w:rPr>
          <w:b/>
          <w:spacing w:val="0"/>
        </w:rPr>
        <w:t xml:space="preserve">Lepingu lõppemine ja lõpetamine </w:t>
      </w:r>
    </w:p>
    <w:p w14:paraId="208856E3" w14:textId="77777777" w:rsidR="00185D39" w:rsidRPr="00343EA3" w:rsidRDefault="00185D39" w:rsidP="00F37FB6">
      <w:pPr>
        <w:pStyle w:val="Pealkiri21"/>
        <w:jc w:val="both"/>
        <w:rPr>
          <w:spacing w:val="0"/>
        </w:rPr>
      </w:pPr>
      <w:r w:rsidRPr="00343EA3">
        <w:rPr>
          <w:spacing w:val="0"/>
        </w:rPr>
        <w:t>Leping lõpeb, kui lepingust tulenevad poolte kohustused on mõlemapoolselt täielikult ja nõuetekohaselt täidetud.</w:t>
      </w:r>
    </w:p>
    <w:p w14:paraId="297A16E9" w14:textId="7E2A82D1" w:rsidR="00185D39" w:rsidRPr="00343EA3" w:rsidRDefault="00185D39" w:rsidP="00F37FB6">
      <w:pPr>
        <w:pStyle w:val="Pealkiri21"/>
        <w:jc w:val="both"/>
        <w:rPr>
          <w:spacing w:val="0"/>
        </w:rPr>
      </w:pPr>
      <w:r w:rsidRPr="00343EA3">
        <w:rPr>
          <w:spacing w:val="0"/>
        </w:rPr>
        <w:t>Tellija võib lepingu igal ajal olenemata põhjusest etteteatamis</w:t>
      </w:r>
      <w:r w:rsidR="006A0271">
        <w:rPr>
          <w:spacing w:val="0"/>
        </w:rPr>
        <w:t xml:space="preserve"> </w:t>
      </w:r>
      <w:r w:rsidRPr="00343EA3">
        <w:rPr>
          <w:spacing w:val="0"/>
        </w:rPr>
        <w:t>tähtajata üles öelda. Selli</w:t>
      </w:r>
      <w:r w:rsidRPr="00343EA3">
        <w:rPr>
          <w:spacing w:val="0"/>
        </w:rPr>
        <w:softHyphen/>
        <w:t>sel juhul on tellija kohustatud tasuma töövõtjale lepingu ülesütlemise momendiks faktili</w:t>
      </w:r>
      <w:r w:rsidRPr="00343EA3">
        <w:rPr>
          <w:spacing w:val="0"/>
        </w:rPr>
        <w:softHyphen/>
        <w:t xml:space="preserve">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4BCDB752" w14:textId="77777777" w:rsidR="00185D39" w:rsidRPr="00343EA3" w:rsidRDefault="00185D39" w:rsidP="00F37FB6">
      <w:pPr>
        <w:pStyle w:val="Pealkiri21"/>
        <w:jc w:val="both"/>
        <w:rPr>
          <w:spacing w:val="0"/>
        </w:rPr>
      </w:pPr>
      <w:r w:rsidRPr="00343EA3">
        <w:rPr>
          <w:spacing w:val="0"/>
        </w:rPr>
        <w:t>Kui töö tegemise käigus on ilmselt selge, et seda ei tehta nõuetekohaselt, on tellijal õigus määrata töövõtjale tähtaeg puuduste kõrvaldamiseks, selle mittetäitmisel aga kas lepingust taganeda ja nõuda kahjude hüvitamist, või teha töö jätkamine ja puuduste kõrval</w:t>
      </w:r>
      <w:r w:rsidRPr="00343EA3">
        <w:rPr>
          <w:spacing w:val="0"/>
        </w:rPr>
        <w:softHyphen/>
        <w:t>damine ülesandeks kolmandale isikule töövõtja arvel.</w:t>
      </w:r>
    </w:p>
    <w:p w14:paraId="2DFE93FD" w14:textId="77777777" w:rsidR="00185D39" w:rsidRPr="00343EA3" w:rsidRDefault="00185D39" w:rsidP="00F37FB6">
      <w:pPr>
        <w:pStyle w:val="Pealkiri21"/>
        <w:jc w:val="both"/>
        <w:rPr>
          <w:spacing w:val="0"/>
        </w:rPr>
      </w:pPr>
      <w:r w:rsidRPr="00343EA3">
        <w:rPr>
          <w:spacing w:val="0"/>
        </w:rPr>
        <w:t>Juhul, kui töövõtja ei ole tööd tellijale üle andnud hiljemalt 1 (ühe) kuu möödumisel arvates kokkulepitud töö üleandmise tähtajast, on tellijal õigus ilma töövõtjale kokkulepi</w:t>
      </w:r>
      <w:r w:rsidRPr="00343EA3">
        <w:rPr>
          <w:spacing w:val="0"/>
        </w:rPr>
        <w:softHyphen/>
        <w:t>tud</w:t>
      </w:r>
      <w:r w:rsidR="00D83896" w:rsidRPr="00343EA3">
        <w:rPr>
          <w:spacing w:val="0"/>
        </w:rPr>
        <w:t xml:space="preserve"> tasu maksmata lepingust ühepoolselt taganeda ja nõuda sisse lepinguga ettenähtud lep</w:t>
      </w:r>
      <w:r w:rsidR="00D83896" w:rsidRPr="00343EA3">
        <w:rPr>
          <w:spacing w:val="0"/>
        </w:rPr>
        <w:softHyphen/>
        <w:t xml:space="preserve">petrahv ning tekitatud kahju. </w:t>
      </w:r>
    </w:p>
    <w:p w14:paraId="1A802A87" w14:textId="77777777" w:rsidR="00185D39" w:rsidRPr="00380D5F" w:rsidRDefault="00185D39" w:rsidP="00F37FB6">
      <w:pPr>
        <w:jc w:val="both"/>
        <w:rPr>
          <w:spacing w:val="0"/>
        </w:rPr>
      </w:pPr>
    </w:p>
    <w:p w14:paraId="41EC39CF" w14:textId="77777777" w:rsidR="00BC1507" w:rsidRPr="00343EA3" w:rsidRDefault="00BC1507" w:rsidP="00F37FB6">
      <w:pPr>
        <w:pStyle w:val="Pealkiri11"/>
        <w:jc w:val="both"/>
        <w:rPr>
          <w:b/>
          <w:spacing w:val="0"/>
        </w:rPr>
      </w:pPr>
      <w:r w:rsidRPr="00343EA3">
        <w:rPr>
          <w:b/>
          <w:spacing w:val="0"/>
        </w:rPr>
        <w:t>Lõppsätted</w:t>
      </w:r>
    </w:p>
    <w:p w14:paraId="1E729FF4" w14:textId="77777777" w:rsidR="00BC1507" w:rsidRPr="00343EA3" w:rsidRDefault="00BC1507" w:rsidP="00F37FB6">
      <w:pPr>
        <w:pStyle w:val="Pealkiri21"/>
        <w:ind w:left="578" w:hanging="578"/>
        <w:jc w:val="both"/>
        <w:rPr>
          <w:spacing w:val="0"/>
        </w:rPr>
      </w:pPr>
      <w:r w:rsidRPr="00343EA3">
        <w:rPr>
          <w:spacing w:val="0"/>
        </w:rPr>
        <w:t xml:space="preserve">Kõik </w:t>
      </w:r>
      <w:r w:rsidR="00CA6104" w:rsidRPr="00343EA3">
        <w:rPr>
          <w:spacing w:val="0"/>
        </w:rPr>
        <w:t>l</w:t>
      </w:r>
      <w:r w:rsidR="005A1CA9" w:rsidRPr="00343EA3">
        <w:rPr>
          <w:spacing w:val="0"/>
        </w:rPr>
        <w:t>eping</w:t>
      </w:r>
      <w:r w:rsidRPr="00343EA3">
        <w:rPr>
          <w:spacing w:val="0"/>
        </w:rPr>
        <w:t>u muudatused jõustuvad päras</w:t>
      </w:r>
      <w:r w:rsidR="00CA6104" w:rsidRPr="00343EA3">
        <w:rPr>
          <w:spacing w:val="0"/>
        </w:rPr>
        <w:t>t nende allakirjutamist mõlema p</w:t>
      </w:r>
      <w:r w:rsidRPr="00343EA3">
        <w:rPr>
          <w:spacing w:val="0"/>
        </w:rPr>
        <w:t>oole poolt</w:t>
      </w:r>
      <w:r w:rsidR="00CA6104" w:rsidRPr="00343EA3">
        <w:rPr>
          <w:spacing w:val="0"/>
        </w:rPr>
        <w:t xml:space="preserve"> allakirjutamise momendist või p</w:t>
      </w:r>
      <w:r w:rsidRPr="00343EA3">
        <w:rPr>
          <w:spacing w:val="0"/>
        </w:rPr>
        <w:t xml:space="preserve">oolte poolt kirjalikult määratud tähtajal. </w:t>
      </w:r>
    </w:p>
    <w:p w14:paraId="2E6F20BE" w14:textId="77777777" w:rsidR="00BC1507" w:rsidRPr="00343EA3" w:rsidRDefault="005A1CA9" w:rsidP="00F37FB6">
      <w:pPr>
        <w:pStyle w:val="Pealkiri21"/>
        <w:ind w:left="578" w:hanging="578"/>
        <w:jc w:val="both"/>
        <w:rPr>
          <w:spacing w:val="0"/>
        </w:rPr>
      </w:pPr>
      <w:r w:rsidRPr="00343EA3">
        <w:rPr>
          <w:spacing w:val="0"/>
        </w:rPr>
        <w:t>Leping</w:t>
      </w:r>
      <w:r w:rsidR="00BC1507" w:rsidRPr="00343EA3">
        <w:rPr>
          <w:spacing w:val="0"/>
        </w:rPr>
        <w:t>uga seonduvaid eria</w:t>
      </w:r>
      <w:r w:rsidR="00CA6104" w:rsidRPr="00343EA3">
        <w:rPr>
          <w:spacing w:val="0"/>
        </w:rPr>
        <w:t>rvamusi ja vaidlusi lahendavad p</w:t>
      </w:r>
      <w:r w:rsidR="00BC1507" w:rsidRPr="00343EA3">
        <w:rPr>
          <w:spacing w:val="0"/>
        </w:rPr>
        <w:t xml:space="preserve">ooled eelkõige läbirääkimiste teel. Kui </w:t>
      </w:r>
      <w:r w:rsidR="00CA6104" w:rsidRPr="00343EA3">
        <w:rPr>
          <w:spacing w:val="0"/>
        </w:rPr>
        <w:t>l</w:t>
      </w:r>
      <w:r w:rsidRPr="00343EA3">
        <w:rPr>
          <w:spacing w:val="0"/>
        </w:rPr>
        <w:t>eping</w:t>
      </w:r>
      <w:r w:rsidR="00BC1507" w:rsidRPr="00343EA3">
        <w:rPr>
          <w:spacing w:val="0"/>
        </w:rPr>
        <w:t>ust tulenevaid</w:t>
      </w:r>
      <w:r w:rsidR="00CA6104" w:rsidRPr="00343EA3">
        <w:rPr>
          <w:spacing w:val="0"/>
        </w:rPr>
        <w:t xml:space="preserve"> vaidlusi ei õnnestu lahendada p</w:t>
      </w:r>
      <w:r w:rsidR="00BC1507" w:rsidRPr="00343EA3">
        <w:rPr>
          <w:spacing w:val="0"/>
        </w:rPr>
        <w:t>oolte läbirääkimistega, lahen</w:t>
      </w:r>
      <w:r w:rsidR="00BC1507" w:rsidRPr="00343EA3">
        <w:rPr>
          <w:spacing w:val="0"/>
        </w:rPr>
        <w:softHyphen/>
        <w:t xml:space="preserve">datakse vaidlus </w:t>
      </w:r>
      <w:r w:rsidR="00185D39" w:rsidRPr="00343EA3">
        <w:rPr>
          <w:spacing w:val="0"/>
        </w:rPr>
        <w:t>õigusaktidega kehtestatud korras</w:t>
      </w:r>
      <w:r w:rsidR="00BC1507" w:rsidRPr="00343EA3">
        <w:rPr>
          <w:spacing w:val="0"/>
        </w:rPr>
        <w:t xml:space="preserve">. </w:t>
      </w:r>
    </w:p>
    <w:p w14:paraId="7847EF56" w14:textId="6002349A" w:rsidR="00827963" w:rsidRPr="00343EA3" w:rsidRDefault="003F3BAC" w:rsidP="00F37FB6">
      <w:pPr>
        <w:pStyle w:val="Pealkiri21"/>
        <w:ind w:left="578" w:hanging="578"/>
        <w:jc w:val="both"/>
        <w:rPr>
          <w:spacing w:val="0"/>
        </w:rPr>
      </w:pPr>
      <w:sdt>
        <w:sdtPr>
          <w:rPr>
            <w:spacing w:val="0"/>
          </w:rPr>
          <w:id w:val="-189151537"/>
          <w:placeholder>
            <w:docPart w:val="B7E986E7EF614FB7B00D9DA7646735EA"/>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4847E0">
            <w:rPr>
              <w:spacing w:val="0"/>
            </w:rPr>
            <w:t>Leping on allkirjastatud digitaalselt.</w:t>
          </w:r>
        </w:sdtContent>
      </w:sdt>
    </w:p>
    <w:p w14:paraId="2994F49C" w14:textId="77777777" w:rsidR="00185D39" w:rsidRDefault="00185D39">
      <w:pPr>
        <w:spacing w:line="240" w:lineRule="exact"/>
        <w:jc w:val="both"/>
        <w:rPr>
          <w:b/>
          <w:spacing w:val="0"/>
        </w:rPr>
      </w:pPr>
    </w:p>
    <w:p w14:paraId="7EAA3F8A" w14:textId="1AA85DB0" w:rsidR="00185D39" w:rsidRDefault="00FB6CBB" w:rsidP="00D142E7">
      <w:pPr>
        <w:spacing w:line="240" w:lineRule="exact"/>
        <w:jc w:val="both"/>
        <w:rPr>
          <w:b/>
          <w:spacing w:val="0"/>
        </w:rPr>
      </w:pPr>
      <w:r>
        <w:rPr>
          <w:b/>
          <w:spacing w:val="0"/>
        </w:rPr>
        <w:t>Poolte andmed ja allkirjad</w:t>
      </w:r>
    </w:p>
    <w:p w14:paraId="07E582CD" w14:textId="77777777" w:rsidR="00D142E7" w:rsidRPr="00D142E7" w:rsidRDefault="00D142E7" w:rsidP="00D142E7">
      <w:pPr>
        <w:spacing w:line="240" w:lineRule="exact"/>
        <w:jc w:val="both"/>
        <w:rPr>
          <w:b/>
          <w:spacing w:val="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2"/>
      </w:tblGrid>
      <w:tr w:rsidR="00787786" w14:paraId="4672874C" w14:textId="77777777" w:rsidTr="00787786">
        <w:tc>
          <w:tcPr>
            <w:tcW w:w="4502" w:type="dxa"/>
          </w:tcPr>
          <w:p w14:paraId="64548917" w14:textId="77777777" w:rsidR="00787786" w:rsidRPr="00787786" w:rsidRDefault="00787786">
            <w:pPr>
              <w:pStyle w:val="Heading2"/>
              <w:rPr>
                <w:i w:val="0"/>
              </w:rPr>
            </w:pPr>
            <w:r w:rsidRPr="00787786">
              <w:rPr>
                <w:b/>
                <w:i w:val="0"/>
              </w:rPr>
              <w:t>Tellija</w:t>
            </w:r>
          </w:p>
        </w:tc>
        <w:tc>
          <w:tcPr>
            <w:tcW w:w="4502" w:type="dxa"/>
          </w:tcPr>
          <w:p w14:paraId="1A1C3038" w14:textId="77777777" w:rsidR="00787786" w:rsidRPr="00787786" w:rsidRDefault="00787786">
            <w:pPr>
              <w:pStyle w:val="Heading2"/>
              <w:rPr>
                <w:b/>
                <w:i w:val="0"/>
              </w:rPr>
            </w:pPr>
            <w:r w:rsidRPr="00787786">
              <w:rPr>
                <w:b/>
                <w:i w:val="0"/>
              </w:rPr>
              <w:t>Töövõtja</w:t>
            </w:r>
          </w:p>
        </w:tc>
      </w:tr>
      <w:tr w:rsidR="00787786" w14:paraId="6385C148" w14:textId="77777777" w:rsidTr="00787786">
        <w:tc>
          <w:tcPr>
            <w:tcW w:w="4502" w:type="dxa"/>
          </w:tcPr>
          <w:p w14:paraId="32BD35DE" w14:textId="77777777" w:rsidR="00787786" w:rsidRPr="00787786" w:rsidRDefault="00787786">
            <w:pPr>
              <w:pStyle w:val="Heading2"/>
              <w:rPr>
                <w:b/>
                <w:i w:val="0"/>
              </w:rPr>
            </w:pPr>
          </w:p>
        </w:tc>
        <w:tc>
          <w:tcPr>
            <w:tcW w:w="4502" w:type="dxa"/>
          </w:tcPr>
          <w:p w14:paraId="1FC85586" w14:textId="77777777" w:rsidR="00787786" w:rsidRPr="00787786" w:rsidRDefault="00787786">
            <w:pPr>
              <w:pStyle w:val="Heading2"/>
              <w:rPr>
                <w:b/>
                <w:i w:val="0"/>
              </w:rPr>
            </w:pPr>
          </w:p>
        </w:tc>
      </w:tr>
    </w:tbl>
    <w:p w14:paraId="142CCCC4" w14:textId="21877653" w:rsidR="00BC1507" w:rsidRDefault="00BC1507">
      <w:pPr>
        <w:pStyle w:val="Heading2"/>
      </w:pPr>
    </w:p>
    <w:p w14:paraId="6817C980" w14:textId="1C87FEDB" w:rsidR="007A7839" w:rsidRPr="00157C80" w:rsidRDefault="007A7839" w:rsidP="007A7839">
      <w:pPr>
        <w:tabs>
          <w:tab w:val="left" w:pos="4320"/>
        </w:tabs>
        <w:jc w:val="both"/>
        <w:rPr>
          <w:spacing w:val="0"/>
        </w:rPr>
      </w:pPr>
      <w:r w:rsidRPr="00157C80">
        <w:rPr>
          <w:spacing w:val="0"/>
        </w:rPr>
        <w:t>Riigimetsa Majandamise Kesku</w:t>
      </w:r>
      <w:r w:rsidR="00E56DD3">
        <w:rPr>
          <w:spacing w:val="0"/>
        </w:rPr>
        <w:t>s                   Puuokas</w:t>
      </w:r>
      <w:r w:rsidRPr="00157C80">
        <w:rPr>
          <w:spacing w:val="0"/>
        </w:rPr>
        <w:t xml:space="preserve"> OÜ</w:t>
      </w:r>
    </w:p>
    <w:p w14:paraId="739A2A42" w14:textId="111153C8" w:rsidR="007A7839" w:rsidRPr="00157C80" w:rsidRDefault="007A7839" w:rsidP="007A7839">
      <w:pPr>
        <w:tabs>
          <w:tab w:val="left" w:pos="4320"/>
        </w:tabs>
        <w:jc w:val="both"/>
        <w:rPr>
          <w:spacing w:val="0"/>
        </w:rPr>
      </w:pPr>
      <w:r w:rsidRPr="00157C80">
        <w:rPr>
          <w:spacing w:val="0"/>
        </w:rPr>
        <w:t>Registrikood 70004459</w:t>
      </w:r>
      <w:r w:rsidRPr="00157C80">
        <w:rPr>
          <w:spacing w:val="0"/>
        </w:rPr>
        <w:tab/>
        <w:t xml:space="preserve">Registrikood </w:t>
      </w:r>
      <w:r w:rsidR="00D25358" w:rsidRPr="00D25358">
        <w:rPr>
          <w:spacing w:val="0"/>
        </w:rPr>
        <w:t>14291550</w:t>
      </w:r>
    </w:p>
    <w:p w14:paraId="7C54225B" w14:textId="1053E857" w:rsidR="007A7839" w:rsidRPr="00157C80" w:rsidRDefault="007A7839" w:rsidP="007A7839">
      <w:pPr>
        <w:tabs>
          <w:tab w:val="left" w:pos="4320"/>
        </w:tabs>
        <w:jc w:val="both"/>
        <w:rPr>
          <w:spacing w:val="0"/>
        </w:rPr>
      </w:pPr>
      <w:r>
        <w:rPr>
          <w:spacing w:val="0"/>
        </w:rPr>
        <w:t xml:space="preserve">Mõisa/3, </w:t>
      </w:r>
      <w:r w:rsidRPr="00157C80">
        <w:rPr>
          <w:spacing w:val="0"/>
        </w:rPr>
        <w:t>Sagadi küla, Haljala vald,</w:t>
      </w:r>
      <w:r w:rsidRPr="00157C80">
        <w:rPr>
          <w:spacing w:val="0"/>
        </w:rPr>
        <w:tab/>
      </w:r>
      <w:r w:rsidR="008A003C" w:rsidRPr="008A003C">
        <w:rPr>
          <w:spacing w:val="0"/>
        </w:rPr>
        <w:t>Pargi tn 6-5, Iisaku alevik, 41101 Alutaguse vald</w:t>
      </w:r>
    </w:p>
    <w:p w14:paraId="42B6EAFB" w14:textId="7F216503" w:rsidR="007A7839" w:rsidRPr="00157C80" w:rsidRDefault="007A7839" w:rsidP="007A7839">
      <w:pPr>
        <w:tabs>
          <w:tab w:val="left" w:pos="4320"/>
        </w:tabs>
        <w:jc w:val="both"/>
        <w:rPr>
          <w:spacing w:val="0"/>
        </w:rPr>
      </w:pPr>
      <w:r w:rsidRPr="00157C80">
        <w:rPr>
          <w:spacing w:val="0"/>
        </w:rPr>
        <w:t>45403 Lääne-Viru maakond</w:t>
      </w:r>
      <w:r w:rsidRPr="00157C80">
        <w:rPr>
          <w:spacing w:val="0"/>
        </w:rPr>
        <w:tab/>
        <w:t xml:space="preserve">Tel </w:t>
      </w:r>
      <w:r w:rsidR="00CA162A" w:rsidRPr="00CA162A">
        <w:rPr>
          <w:bCs/>
          <w:spacing w:val="0"/>
        </w:rPr>
        <w:t>+372 53316476</w:t>
      </w:r>
    </w:p>
    <w:p w14:paraId="7E6164A3" w14:textId="1922F39D" w:rsidR="007A7839" w:rsidRPr="00157C80" w:rsidRDefault="007A7839" w:rsidP="007A7839">
      <w:pPr>
        <w:tabs>
          <w:tab w:val="left" w:pos="4320"/>
        </w:tabs>
        <w:jc w:val="both"/>
        <w:rPr>
          <w:spacing w:val="0"/>
        </w:rPr>
      </w:pPr>
      <w:r w:rsidRPr="00157C80">
        <w:rPr>
          <w:spacing w:val="0"/>
        </w:rPr>
        <w:t>Tel 676 7500</w:t>
      </w:r>
      <w:r w:rsidRPr="00157C80">
        <w:rPr>
          <w:spacing w:val="0"/>
        </w:rPr>
        <w:tab/>
        <w:t xml:space="preserve">E-post </w:t>
      </w:r>
      <w:r w:rsidR="00961B4D">
        <w:rPr>
          <w:bCs/>
          <w:spacing w:val="0"/>
        </w:rPr>
        <w:t>puuokas@hotmail.com</w:t>
      </w:r>
    </w:p>
    <w:p w14:paraId="795ED006" w14:textId="77777777" w:rsidR="007A7839" w:rsidRPr="00157C80" w:rsidRDefault="007A7839" w:rsidP="007A7839">
      <w:pPr>
        <w:tabs>
          <w:tab w:val="left" w:pos="4320"/>
        </w:tabs>
        <w:jc w:val="both"/>
        <w:rPr>
          <w:spacing w:val="0"/>
        </w:rPr>
      </w:pPr>
      <w:r w:rsidRPr="00157C80">
        <w:rPr>
          <w:spacing w:val="0"/>
        </w:rPr>
        <w:t>E-post rmk@rmk.ee</w:t>
      </w:r>
      <w:r w:rsidRPr="00157C80">
        <w:rPr>
          <w:spacing w:val="0"/>
        </w:rPr>
        <w:tab/>
      </w:r>
    </w:p>
    <w:p w14:paraId="455F7E79" w14:textId="77777777" w:rsidR="007A7839" w:rsidRPr="00157C80" w:rsidRDefault="007A7839" w:rsidP="007A7839">
      <w:pPr>
        <w:tabs>
          <w:tab w:val="left" w:pos="4320"/>
        </w:tabs>
        <w:jc w:val="both"/>
        <w:rPr>
          <w:spacing w:val="0"/>
        </w:rPr>
      </w:pPr>
      <w:r w:rsidRPr="00157C80">
        <w:rPr>
          <w:spacing w:val="0"/>
        </w:rPr>
        <w:tab/>
      </w:r>
    </w:p>
    <w:p w14:paraId="0B0465E3" w14:textId="0D7D4197" w:rsidR="007A7839" w:rsidRPr="00157C80" w:rsidRDefault="007A7839" w:rsidP="007A7839">
      <w:pPr>
        <w:tabs>
          <w:tab w:val="left" w:pos="4320"/>
        </w:tabs>
        <w:jc w:val="both"/>
        <w:rPr>
          <w:spacing w:val="0"/>
        </w:rPr>
      </w:pPr>
      <w:r w:rsidRPr="00157C80">
        <w:rPr>
          <w:spacing w:val="0"/>
        </w:rPr>
        <w:t>(allkirjastatud digitaalselt)                             (allkirjastatud digitaalselt)</w:t>
      </w:r>
      <w:r w:rsidRPr="00157C80">
        <w:rPr>
          <w:spacing w:val="0"/>
        </w:rPr>
        <w:tab/>
      </w:r>
    </w:p>
    <w:p w14:paraId="42C55B74" w14:textId="77777777" w:rsidR="007A7839" w:rsidRPr="00157C80" w:rsidRDefault="007A7839" w:rsidP="007A7839">
      <w:pPr>
        <w:tabs>
          <w:tab w:val="left" w:pos="4320"/>
        </w:tabs>
        <w:jc w:val="both"/>
        <w:rPr>
          <w:spacing w:val="0"/>
        </w:rPr>
      </w:pPr>
      <w:r w:rsidRPr="00157C80">
        <w:rPr>
          <w:spacing w:val="0"/>
        </w:rPr>
        <w:tab/>
      </w:r>
    </w:p>
    <w:p w14:paraId="7925EE39" w14:textId="4D4B7B5D" w:rsidR="00EF43D9" w:rsidRPr="007A7839" w:rsidRDefault="007A7839" w:rsidP="007A7839">
      <w:pPr>
        <w:tabs>
          <w:tab w:val="left" w:pos="4320"/>
        </w:tabs>
        <w:jc w:val="both"/>
        <w:rPr>
          <w:spacing w:val="0"/>
        </w:rPr>
      </w:pPr>
      <w:r>
        <w:rPr>
          <w:spacing w:val="0"/>
        </w:rPr>
        <w:t>Heinar Juuse</w:t>
      </w:r>
      <w:r w:rsidRPr="00157C80">
        <w:rPr>
          <w:spacing w:val="0"/>
        </w:rPr>
        <w:tab/>
      </w:r>
      <w:r w:rsidR="0002147A">
        <w:rPr>
          <w:spacing w:val="0"/>
        </w:rPr>
        <w:t>Janari Üleoja</w:t>
      </w:r>
    </w:p>
    <w:sectPr w:rsidR="00EF43D9" w:rsidRPr="007A7839" w:rsidSect="00AE1EC3">
      <w:headerReference w:type="even" r:id="rId8"/>
      <w:headerReference w:type="default" r:id="rId9"/>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95870A" w14:textId="77777777" w:rsidR="000F331B" w:rsidRDefault="000F331B">
      <w:r>
        <w:separator/>
      </w:r>
    </w:p>
  </w:endnote>
  <w:endnote w:type="continuationSeparator" w:id="0">
    <w:p w14:paraId="701E4AF0" w14:textId="77777777" w:rsidR="000F331B" w:rsidRDefault="000F3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22F45A" w14:textId="77777777" w:rsidR="000F331B" w:rsidRDefault="000F331B">
      <w:r>
        <w:separator/>
      </w:r>
    </w:p>
  </w:footnote>
  <w:footnote w:type="continuationSeparator" w:id="0">
    <w:p w14:paraId="5717D66F" w14:textId="77777777" w:rsidR="000F331B" w:rsidRDefault="000F33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F77C3" w14:textId="77777777" w:rsidR="005D6F05" w:rsidRDefault="005D6F05" w:rsidP="005109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D023D6B" w14:textId="77777777" w:rsidR="005D6F05" w:rsidRDefault="005D6F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F3E37" w14:textId="71082B2B" w:rsidR="005D6F05" w:rsidRDefault="005D6F05" w:rsidP="005109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279DE">
      <w:rPr>
        <w:rStyle w:val="PageNumber"/>
        <w:noProof/>
      </w:rPr>
      <w:t>3</w:t>
    </w:r>
    <w:r>
      <w:rPr>
        <w:rStyle w:val="PageNumber"/>
      </w:rPr>
      <w:fldChar w:fldCharType="end"/>
    </w:r>
  </w:p>
  <w:p w14:paraId="06A2B401" w14:textId="77777777" w:rsidR="005D6F05" w:rsidRPr="00C70CB6" w:rsidRDefault="005D6F05" w:rsidP="002C314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91BCF"/>
    <w:multiLevelType w:val="multilevel"/>
    <w:tmpl w:val="604009A6"/>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2133550264">
    <w:abstractNumId w:val="0"/>
  </w:num>
  <w:num w:numId="2" w16cid:durableId="1191382366">
    <w:abstractNumId w:val="0"/>
  </w:num>
  <w:num w:numId="3" w16cid:durableId="7424134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i-FI" w:vendorID="64" w:dllVersion="6" w:nlCheck="1" w:checkStyle="0"/>
  <w:activeWritingStyle w:appName="MSWord" w:lang="en-GB" w:vendorID="64" w:dllVersion="6" w:nlCheck="1" w:checkStyle="1"/>
  <w:activeWritingStyle w:appName="MSWord" w:lang="en-AU" w:vendorID="64" w:dllVersion="6" w:nlCheck="1" w:checkStyle="1"/>
  <w:activeWritingStyle w:appName="MSWord" w:lang="fi-FI" w:vendorID="64" w:dllVersion="0" w:nlCheck="1" w:checkStyle="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1C20"/>
    <w:rsid w:val="000121D0"/>
    <w:rsid w:val="0002147A"/>
    <w:rsid w:val="00021C80"/>
    <w:rsid w:val="00025B15"/>
    <w:rsid w:val="000414C4"/>
    <w:rsid w:val="0004450A"/>
    <w:rsid w:val="000577C6"/>
    <w:rsid w:val="00065339"/>
    <w:rsid w:val="000A2CE1"/>
    <w:rsid w:val="000F1381"/>
    <w:rsid w:val="000F331B"/>
    <w:rsid w:val="001031C6"/>
    <w:rsid w:val="0010495B"/>
    <w:rsid w:val="001135D5"/>
    <w:rsid w:val="00132ECB"/>
    <w:rsid w:val="00134F26"/>
    <w:rsid w:val="0014515F"/>
    <w:rsid w:val="001472CB"/>
    <w:rsid w:val="00155EBB"/>
    <w:rsid w:val="00156D0F"/>
    <w:rsid w:val="001613F5"/>
    <w:rsid w:val="00173F78"/>
    <w:rsid w:val="001840F4"/>
    <w:rsid w:val="00185D39"/>
    <w:rsid w:val="001A4642"/>
    <w:rsid w:val="001B6F04"/>
    <w:rsid w:val="001C3821"/>
    <w:rsid w:val="001E5BB6"/>
    <w:rsid w:val="00210C3A"/>
    <w:rsid w:val="002366E4"/>
    <w:rsid w:val="00236EB4"/>
    <w:rsid w:val="00257251"/>
    <w:rsid w:val="00264F32"/>
    <w:rsid w:val="00270B88"/>
    <w:rsid w:val="0027393D"/>
    <w:rsid w:val="0028022B"/>
    <w:rsid w:val="00283C40"/>
    <w:rsid w:val="002A0E15"/>
    <w:rsid w:val="002A56A7"/>
    <w:rsid w:val="002A577A"/>
    <w:rsid w:val="002B7BD1"/>
    <w:rsid w:val="002C3146"/>
    <w:rsid w:val="002E6556"/>
    <w:rsid w:val="002F18C0"/>
    <w:rsid w:val="0030026D"/>
    <w:rsid w:val="0030765D"/>
    <w:rsid w:val="00314EC1"/>
    <w:rsid w:val="003219D8"/>
    <w:rsid w:val="00321F73"/>
    <w:rsid w:val="0033717A"/>
    <w:rsid w:val="00341B3E"/>
    <w:rsid w:val="00343EA3"/>
    <w:rsid w:val="00350444"/>
    <w:rsid w:val="00352976"/>
    <w:rsid w:val="00355B7C"/>
    <w:rsid w:val="003613C0"/>
    <w:rsid w:val="0036286D"/>
    <w:rsid w:val="00366C6F"/>
    <w:rsid w:val="00366F1F"/>
    <w:rsid w:val="00371665"/>
    <w:rsid w:val="0038039E"/>
    <w:rsid w:val="00380D5F"/>
    <w:rsid w:val="00393002"/>
    <w:rsid w:val="00394B79"/>
    <w:rsid w:val="003964DF"/>
    <w:rsid w:val="003A6969"/>
    <w:rsid w:val="003D4FB2"/>
    <w:rsid w:val="003E27DC"/>
    <w:rsid w:val="003F3067"/>
    <w:rsid w:val="003F3BAC"/>
    <w:rsid w:val="00401F69"/>
    <w:rsid w:val="00406ACD"/>
    <w:rsid w:val="00423219"/>
    <w:rsid w:val="004232FA"/>
    <w:rsid w:val="004420F6"/>
    <w:rsid w:val="00472BE9"/>
    <w:rsid w:val="0047435D"/>
    <w:rsid w:val="004847E0"/>
    <w:rsid w:val="00491019"/>
    <w:rsid w:val="00492629"/>
    <w:rsid w:val="004A4396"/>
    <w:rsid w:val="004A5F5E"/>
    <w:rsid w:val="004B289B"/>
    <w:rsid w:val="004B3028"/>
    <w:rsid w:val="004B7210"/>
    <w:rsid w:val="004C0095"/>
    <w:rsid w:val="004D4591"/>
    <w:rsid w:val="004D5B69"/>
    <w:rsid w:val="004F007F"/>
    <w:rsid w:val="00510955"/>
    <w:rsid w:val="0051309B"/>
    <w:rsid w:val="0051635F"/>
    <w:rsid w:val="00550A31"/>
    <w:rsid w:val="00557C70"/>
    <w:rsid w:val="00565E0C"/>
    <w:rsid w:val="005877B0"/>
    <w:rsid w:val="005A1CA9"/>
    <w:rsid w:val="005A68F2"/>
    <w:rsid w:val="005B01F2"/>
    <w:rsid w:val="005D347E"/>
    <w:rsid w:val="005D5031"/>
    <w:rsid w:val="005D6F05"/>
    <w:rsid w:val="006036F4"/>
    <w:rsid w:val="00603BD0"/>
    <w:rsid w:val="00604E73"/>
    <w:rsid w:val="00607CC4"/>
    <w:rsid w:val="0061080A"/>
    <w:rsid w:val="0062044F"/>
    <w:rsid w:val="0063054E"/>
    <w:rsid w:val="00641F20"/>
    <w:rsid w:val="00643277"/>
    <w:rsid w:val="006530C6"/>
    <w:rsid w:val="00664C77"/>
    <w:rsid w:val="0067560E"/>
    <w:rsid w:val="0069308E"/>
    <w:rsid w:val="006A0271"/>
    <w:rsid w:val="006A1418"/>
    <w:rsid w:val="006D0AD9"/>
    <w:rsid w:val="006D1C20"/>
    <w:rsid w:val="006D6BD8"/>
    <w:rsid w:val="006E16CC"/>
    <w:rsid w:val="006E23A3"/>
    <w:rsid w:val="00701ED5"/>
    <w:rsid w:val="00761511"/>
    <w:rsid w:val="00781995"/>
    <w:rsid w:val="00782C55"/>
    <w:rsid w:val="00787786"/>
    <w:rsid w:val="007A7839"/>
    <w:rsid w:val="007B718A"/>
    <w:rsid w:val="007E1D19"/>
    <w:rsid w:val="007E5CB0"/>
    <w:rsid w:val="007F0749"/>
    <w:rsid w:val="007F0A8F"/>
    <w:rsid w:val="007F5B71"/>
    <w:rsid w:val="00800630"/>
    <w:rsid w:val="00801376"/>
    <w:rsid w:val="008166C8"/>
    <w:rsid w:val="00817A1B"/>
    <w:rsid w:val="00827963"/>
    <w:rsid w:val="008342F7"/>
    <w:rsid w:val="008368BC"/>
    <w:rsid w:val="00841550"/>
    <w:rsid w:val="00851D52"/>
    <w:rsid w:val="00855043"/>
    <w:rsid w:val="00862E83"/>
    <w:rsid w:val="008639BE"/>
    <w:rsid w:val="00864FB7"/>
    <w:rsid w:val="00886FDA"/>
    <w:rsid w:val="008A003C"/>
    <w:rsid w:val="008A2C3F"/>
    <w:rsid w:val="008A5B84"/>
    <w:rsid w:val="008B60E3"/>
    <w:rsid w:val="008C4BE6"/>
    <w:rsid w:val="008E682E"/>
    <w:rsid w:val="009008B3"/>
    <w:rsid w:val="00913299"/>
    <w:rsid w:val="0093032C"/>
    <w:rsid w:val="00960E34"/>
    <w:rsid w:val="00961B4D"/>
    <w:rsid w:val="0096230C"/>
    <w:rsid w:val="0096301E"/>
    <w:rsid w:val="00963739"/>
    <w:rsid w:val="0096608A"/>
    <w:rsid w:val="00967F7A"/>
    <w:rsid w:val="00972864"/>
    <w:rsid w:val="009870EF"/>
    <w:rsid w:val="009A614E"/>
    <w:rsid w:val="009B0614"/>
    <w:rsid w:val="009D3D72"/>
    <w:rsid w:val="009D4701"/>
    <w:rsid w:val="009E5B8A"/>
    <w:rsid w:val="009E7752"/>
    <w:rsid w:val="00A00A1C"/>
    <w:rsid w:val="00A050F6"/>
    <w:rsid w:val="00A1013C"/>
    <w:rsid w:val="00A20A89"/>
    <w:rsid w:val="00A21947"/>
    <w:rsid w:val="00A3137D"/>
    <w:rsid w:val="00A3152D"/>
    <w:rsid w:val="00A33164"/>
    <w:rsid w:val="00A4512D"/>
    <w:rsid w:val="00A5592E"/>
    <w:rsid w:val="00A728B9"/>
    <w:rsid w:val="00AA0F3C"/>
    <w:rsid w:val="00AA10C6"/>
    <w:rsid w:val="00AA214D"/>
    <w:rsid w:val="00AD598A"/>
    <w:rsid w:val="00AE1EC3"/>
    <w:rsid w:val="00B12857"/>
    <w:rsid w:val="00B2274C"/>
    <w:rsid w:val="00B27660"/>
    <w:rsid w:val="00B30CBC"/>
    <w:rsid w:val="00B349C5"/>
    <w:rsid w:val="00B34C4D"/>
    <w:rsid w:val="00B428AD"/>
    <w:rsid w:val="00B74D24"/>
    <w:rsid w:val="00BA4E15"/>
    <w:rsid w:val="00BC1507"/>
    <w:rsid w:val="00BD1AD8"/>
    <w:rsid w:val="00BD5AF4"/>
    <w:rsid w:val="00BD6797"/>
    <w:rsid w:val="00BE19F7"/>
    <w:rsid w:val="00BF7535"/>
    <w:rsid w:val="00C1452C"/>
    <w:rsid w:val="00C20B65"/>
    <w:rsid w:val="00C20C94"/>
    <w:rsid w:val="00C70CB6"/>
    <w:rsid w:val="00C85F91"/>
    <w:rsid w:val="00CA162A"/>
    <w:rsid w:val="00CA1AC3"/>
    <w:rsid w:val="00CA314C"/>
    <w:rsid w:val="00CA6104"/>
    <w:rsid w:val="00CC12C2"/>
    <w:rsid w:val="00CD3E9F"/>
    <w:rsid w:val="00D05C7D"/>
    <w:rsid w:val="00D12426"/>
    <w:rsid w:val="00D142E7"/>
    <w:rsid w:val="00D25358"/>
    <w:rsid w:val="00D279DE"/>
    <w:rsid w:val="00D316DF"/>
    <w:rsid w:val="00D50653"/>
    <w:rsid w:val="00D51573"/>
    <w:rsid w:val="00D5739F"/>
    <w:rsid w:val="00D57FA4"/>
    <w:rsid w:val="00D76FB7"/>
    <w:rsid w:val="00D82E67"/>
    <w:rsid w:val="00D83896"/>
    <w:rsid w:val="00D90FEF"/>
    <w:rsid w:val="00DD5137"/>
    <w:rsid w:val="00DF5C29"/>
    <w:rsid w:val="00E13FCD"/>
    <w:rsid w:val="00E16910"/>
    <w:rsid w:val="00E543BF"/>
    <w:rsid w:val="00E55F0A"/>
    <w:rsid w:val="00E56DD3"/>
    <w:rsid w:val="00E63D30"/>
    <w:rsid w:val="00E749BB"/>
    <w:rsid w:val="00E819C8"/>
    <w:rsid w:val="00E90B73"/>
    <w:rsid w:val="00EA0E46"/>
    <w:rsid w:val="00EC1F8C"/>
    <w:rsid w:val="00EC78C2"/>
    <w:rsid w:val="00ED00A7"/>
    <w:rsid w:val="00EE75E9"/>
    <w:rsid w:val="00EF43D9"/>
    <w:rsid w:val="00EF5323"/>
    <w:rsid w:val="00F03893"/>
    <w:rsid w:val="00F05163"/>
    <w:rsid w:val="00F14F70"/>
    <w:rsid w:val="00F16A4A"/>
    <w:rsid w:val="00F21028"/>
    <w:rsid w:val="00F32967"/>
    <w:rsid w:val="00F37FB6"/>
    <w:rsid w:val="00F673F1"/>
    <w:rsid w:val="00F93ACC"/>
    <w:rsid w:val="00FB6CBB"/>
    <w:rsid w:val="00FC5E59"/>
    <w:rsid w:val="00FD2B62"/>
    <w:rsid w:val="00FD3710"/>
    <w:rsid w:val="00FD7C6B"/>
    <w:rsid w:val="00FE6B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CFAA5D"/>
  <w15:docId w15:val="{AE724789-C3EA-4B9D-BC4F-811440F47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0D5F"/>
    <w:rPr>
      <w:spacing w:val="-20"/>
      <w:sz w:val="24"/>
      <w:szCs w:val="24"/>
      <w:lang w:eastAsia="en-US"/>
    </w:rPr>
  </w:style>
  <w:style w:type="paragraph" w:styleId="Heading1">
    <w:name w:val="heading 1"/>
    <w:basedOn w:val="Normal"/>
    <w:next w:val="Normal"/>
    <w:qFormat/>
    <w:pPr>
      <w:keepNext/>
      <w:outlineLvl w:val="0"/>
    </w:pPr>
    <w:rPr>
      <w:b/>
      <w:bCs/>
      <w:spacing w:val="0"/>
      <w:szCs w:val="23"/>
    </w:rPr>
  </w:style>
  <w:style w:type="paragraph" w:styleId="Heading2">
    <w:name w:val="heading 2"/>
    <w:basedOn w:val="Normal"/>
    <w:next w:val="Normal"/>
    <w:qFormat/>
    <w:pPr>
      <w:keepNext/>
      <w:outlineLvl w:val="1"/>
    </w:pPr>
    <w:rPr>
      <w:i/>
      <w:iCs/>
      <w:spacing w:val="0"/>
    </w:rPr>
  </w:style>
  <w:style w:type="paragraph" w:styleId="Heading4">
    <w:name w:val="heading 4"/>
    <w:basedOn w:val="Normal"/>
    <w:next w:val="Normal"/>
    <w:qFormat/>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pacing w:val="0"/>
    </w:rPr>
  </w:style>
  <w:style w:type="paragraph" w:styleId="Header">
    <w:name w:val="header"/>
    <w:basedOn w:val="Normal"/>
    <w:rsid w:val="00761511"/>
    <w:pPr>
      <w:tabs>
        <w:tab w:val="center" w:pos="4536"/>
        <w:tab w:val="right" w:pos="9072"/>
      </w:tabs>
    </w:pPr>
  </w:style>
  <w:style w:type="character" w:styleId="PageNumber">
    <w:name w:val="page number"/>
    <w:basedOn w:val="DefaultParagraphFont"/>
    <w:rsid w:val="00761511"/>
  </w:style>
  <w:style w:type="paragraph" w:styleId="Caption">
    <w:name w:val="caption"/>
    <w:basedOn w:val="Normal"/>
    <w:next w:val="Normal"/>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Footer">
    <w:name w:val="footer"/>
    <w:basedOn w:val="Normal"/>
    <w:rsid w:val="00C70CB6"/>
    <w:pPr>
      <w:tabs>
        <w:tab w:val="center" w:pos="4536"/>
        <w:tab w:val="right" w:pos="9072"/>
      </w:tabs>
    </w:pPr>
  </w:style>
  <w:style w:type="table" w:styleId="TableGrid">
    <w:name w:val="Table Grid"/>
    <w:basedOn w:val="TableNormal"/>
    <w:uiPriority w:val="59"/>
    <w:rsid w:val="00CA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7E1D19"/>
    <w:rPr>
      <w:rFonts w:ascii="Tahoma" w:hAnsi="Tahoma" w:cs="Tahoma"/>
      <w:sz w:val="16"/>
      <w:szCs w:val="16"/>
    </w:rPr>
  </w:style>
  <w:style w:type="character" w:customStyle="1" w:styleId="BalloonTextChar">
    <w:name w:val="Balloon Text Char"/>
    <w:basedOn w:val="DefaultParagraphFont"/>
    <w:link w:val="BalloonText"/>
    <w:semiHidden/>
    <w:rsid w:val="007E1D19"/>
    <w:rPr>
      <w:rFonts w:ascii="Tahoma" w:hAnsi="Tahoma" w:cs="Tahoma"/>
      <w:spacing w:val="-20"/>
      <w:sz w:val="16"/>
      <w:szCs w:val="16"/>
      <w:lang w:eastAsia="en-US"/>
    </w:rPr>
  </w:style>
  <w:style w:type="character" w:styleId="CommentReference">
    <w:name w:val="annotation reference"/>
    <w:basedOn w:val="DefaultParagraphFont"/>
    <w:uiPriority w:val="99"/>
    <w:semiHidden/>
    <w:unhideWhenUsed/>
    <w:rsid w:val="007E1D19"/>
    <w:rPr>
      <w:sz w:val="16"/>
      <w:szCs w:val="16"/>
    </w:rPr>
  </w:style>
  <w:style w:type="paragraph" w:styleId="CommentText">
    <w:name w:val="annotation text"/>
    <w:basedOn w:val="Normal"/>
    <w:link w:val="CommentTextChar"/>
    <w:uiPriority w:val="99"/>
    <w:semiHidden/>
    <w:unhideWhenUsed/>
    <w:rsid w:val="007E1D19"/>
    <w:rPr>
      <w:sz w:val="20"/>
      <w:szCs w:val="20"/>
    </w:rPr>
  </w:style>
  <w:style w:type="character" w:customStyle="1" w:styleId="CommentTextChar">
    <w:name w:val="Comment Text Char"/>
    <w:basedOn w:val="DefaultParagraphFont"/>
    <w:link w:val="CommentText"/>
    <w:uiPriority w:val="99"/>
    <w:semiHidden/>
    <w:rsid w:val="007E1D19"/>
    <w:rPr>
      <w:spacing w:val="-20"/>
      <w:lang w:eastAsia="en-US"/>
    </w:rPr>
  </w:style>
  <w:style w:type="paragraph" w:styleId="CommentSubject">
    <w:name w:val="annotation subject"/>
    <w:basedOn w:val="CommentText"/>
    <w:next w:val="CommentText"/>
    <w:link w:val="CommentSubjectChar"/>
    <w:semiHidden/>
    <w:unhideWhenUsed/>
    <w:rsid w:val="007E1D19"/>
    <w:rPr>
      <w:b/>
      <w:bCs/>
    </w:rPr>
  </w:style>
  <w:style w:type="character" w:customStyle="1" w:styleId="CommentSubjectChar">
    <w:name w:val="Comment Subject Char"/>
    <w:basedOn w:val="CommentTextChar"/>
    <w:link w:val="CommentSubject"/>
    <w:semiHidden/>
    <w:rsid w:val="007E1D19"/>
    <w:rPr>
      <w:b/>
      <w:bCs/>
      <w:spacing w:val="-20"/>
      <w:lang w:eastAsia="en-US"/>
    </w:rPr>
  </w:style>
  <w:style w:type="paragraph" w:styleId="NormalWeb">
    <w:name w:val="Normal (Web)"/>
    <w:basedOn w:val="Normal"/>
    <w:rsid w:val="007E1D19"/>
    <w:pPr>
      <w:spacing w:before="100" w:beforeAutospacing="1" w:after="100" w:afterAutospacing="1"/>
    </w:pPr>
    <w:rPr>
      <w:spacing w:val="0"/>
      <w:lang w:val="en-GB"/>
    </w:rPr>
  </w:style>
  <w:style w:type="paragraph" w:customStyle="1" w:styleId="Pealkiri11">
    <w:name w:val="Pealkiri 11"/>
    <w:basedOn w:val="Normal"/>
    <w:rsid w:val="00380D5F"/>
    <w:pPr>
      <w:numPr>
        <w:numId w:val="1"/>
      </w:numPr>
    </w:pPr>
  </w:style>
  <w:style w:type="paragraph" w:customStyle="1" w:styleId="Pealkiri21">
    <w:name w:val="Pealkiri 21"/>
    <w:basedOn w:val="Normal"/>
    <w:rsid w:val="00380D5F"/>
    <w:pPr>
      <w:numPr>
        <w:ilvl w:val="1"/>
        <w:numId w:val="1"/>
      </w:numPr>
    </w:pPr>
  </w:style>
  <w:style w:type="paragraph" w:customStyle="1" w:styleId="Pealkiri31">
    <w:name w:val="Pealkiri 31"/>
    <w:basedOn w:val="Normal"/>
    <w:rsid w:val="00380D5F"/>
    <w:pPr>
      <w:numPr>
        <w:ilvl w:val="2"/>
        <w:numId w:val="1"/>
      </w:numPr>
    </w:pPr>
  </w:style>
  <w:style w:type="paragraph" w:customStyle="1" w:styleId="Pealkiri41">
    <w:name w:val="Pealkiri 41"/>
    <w:basedOn w:val="Normal"/>
    <w:rsid w:val="00380D5F"/>
    <w:pPr>
      <w:numPr>
        <w:ilvl w:val="3"/>
        <w:numId w:val="1"/>
      </w:numPr>
    </w:pPr>
  </w:style>
  <w:style w:type="paragraph" w:customStyle="1" w:styleId="Pealkiri51">
    <w:name w:val="Pealkiri 51"/>
    <w:basedOn w:val="Normal"/>
    <w:rsid w:val="00380D5F"/>
    <w:pPr>
      <w:numPr>
        <w:ilvl w:val="4"/>
        <w:numId w:val="1"/>
      </w:numPr>
    </w:pPr>
  </w:style>
  <w:style w:type="paragraph" w:customStyle="1" w:styleId="Pealkiri61">
    <w:name w:val="Pealkiri 61"/>
    <w:basedOn w:val="Normal"/>
    <w:rsid w:val="00380D5F"/>
    <w:pPr>
      <w:numPr>
        <w:ilvl w:val="5"/>
        <w:numId w:val="1"/>
      </w:numPr>
    </w:pPr>
  </w:style>
  <w:style w:type="paragraph" w:customStyle="1" w:styleId="Pealkiri71">
    <w:name w:val="Pealkiri 71"/>
    <w:basedOn w:val="Normal"/>
    <w:rsid w:val="00380D5F"/>
    <w:pPr>
      <w:numPr>
        <w:ilvl w:val="6"/>
        <w:numId w:val="1"/>
      </w:numPr>
    </w:pPr>
  </w:style>
  <w:style w:type="paragraph" w:customStyle="1" w:styleId="Pealkiri81">
    <w:name w:val="Pealkiri 81"/>
    <w:basedOn w:val="Normal"/>
    <w:rsid w:val="00380D5F"/>
    <w:pPr>
      <w:numPr>
        <w:ilvl w:val="7"/>
        <w:numId w:val="1"/>
      </w:numPr>
    </w:pPr>
  </w:style>
  <w:style w:type="paragraph" w:customStyle="1" w:styleId="Pealkiri91">
    <w:name w:val="Pealkiri 91"/>
    <w:basedOn w:val="Normal"/>
    <w:rsid w:val="00380D5F"/>
    <w:pPr>
      <w:numPr>
        <w:ilvl w:val="8"/>
        <w:numId w:val="1"/>
      </w:numPr>
    </w:pPr>
  </w:style>
  <w:style w:type="character" w:styleId="PlaceholderText">
    <w:name w:val="Placeholder Text"/>
    <w:basedOn w:val="DefaultParagraphFont"/>
    <w:uiPriority w:val="99"/>
    <w:semiHidden/>
    <w:rsid w:val="00283C40"/>
    <w:rPr>
      <w:color w:val="808080"/>
    </w:rPr>
  </w:style>
  <w:style w:type="paragraph" w:styleId="ListParagraph">
    <w:name w:val="List Paragraph"/>
    <w:basedOn w:val="Normal"/>
    <w:uiPriority w:val="34"/>
    <w:qFormat/>
    <w:rsid w:val="007A7839"/>
    <w:pPr>
      <w:ind w:left="720"/>
      <w:contextualSpacing/>
    </w:pPr>
  </w:style>
  <w:style w:type="character" w:styleId="Hyperlink">
    <w:name w:val="Hyperlink"/>
    <w:basedOn w:val="DefaultParagraphFont"/>
    <w:unhideWhenUsed/>
    <w:rsid w:val="007A7839"/>
    <w:rPr>
      <w:color w:val="0000FF" w:themeColor="hyperlink"/>
      <w:u w:val="single"/>
    </w:rPr>
  </w:style>
  <w:style w:type="character" w:styleId="UnresolvedMention">
    <w:name w:val="Unresolved Mention"/>
    <w:basedOn w:val="DefaultParagraphFont"/>
    <w:uiPriority w:val="99"/>
    <w:semiHidden/>
    <w:unhideWhenUsed/>
    <w:rsid w:val="007A78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48827">
      <w:bodyDiv w:val="1"/>
      <w:marLeft w:val="0"/>
      <w:marRight w:val="0"/>
      <w:marTop w:val="0"/>
      <w:marBottom w:val="0"/>
      <w:divBdr>
        <w:top w:val="none" w:sz="0" w:space="0" w:color="auto"/>
        <w:left w:val="none" w:sz="0" w:space="0" w:color="auto"/>
        <w:bottom w:val="none" w:sz="0" w:space="0" w:color="auto"/>
        <w:right w:val="none" w:sz="0" w:space="0" w:color="auto"/>
      </w:divBdr>
    </w:div>
    <w:div w:id="371002453">
      <w:bodyDiv w:val="1"/>
      <w:marLeft w:val="0"/>
      <w:marRight w:val="0"/>
      <w:marTop w:val="0"/>
      <w:marBottom w:val="0"/>
      <w:divBdr>
        <w:top w:val="none" w:sz="0" w:space="0" w:color="auto"/>
        <w:left w:val="none" w:sz="0" w:space="0" w:color="auto"/>
        <w:bottom w:val="none" w:sz="0" w:space="0" w:color="auto"/>
        <w:right w:val="none" w:sz="0" w:space="0" w:color="auto"/>
      </w:divBdr>
    </w:div>
    <w:div w:id="628097456">
      <w:bodyDiv w:val="1"/>
      <w:marLeft w:val="0"/>
      <w:marRight w:val="0"/>
      <w:marTop w:val="0"/>
      <w:marBottom w:val="0"/>
      <w:divBdr>
        <w:top w:val="none" w:sz="0" w:space="0" w:color="auto"/>
        <w:left w:val="none" w:sz="0" w:space="0" w:color="auto"/>
        <w:bottom w:val="none" w:sz="0" w:space="0" w:color="auto"/>
        <w:right w:val="none" w:sz="0" w:space="0" w:color="auto"/>
      </w:divBdr>
    </w:div>
    <w:div w:id="1879780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uuokas@hot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AppData\Local\Temp\30\t&#246;&#246;v&#245;tuleping%20(juriidilise%20isiku%20v&#245;i%20fie-ga)%20(va%20metsamajanduslike%20t&#246;&#246;de%20tegemisek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265D4BEEF04368A70B8BCE50157282"/>
        <w:category>
          <w:name w:val="General"/>
          <w:gallery w:val="placeholder"/>
        </w:category>
        <w:types>
          <w:type w:val="bbPlcHdr"/>
        </w:types>
        <w:behaviors>
          <w:behavior w:val="content"/>
        </w:behaviors>
        <w:guid w:val="{B7106A12-997A-4314-BEA1-003417CA0673}"/>
      </w:docPartPr>
      <w:docPartBody>
        <w:p w:rsidR="001665E6" w:rsidRDefault="001665E6">
          <w:pPr>
            <w:pStyle w:val="93265D4BEEF04368A70B8BCE50157282"/>
          </w:pPr>
          <w:r w:rsidRPr="00BE118B">
            <w:rPr>
              <w:rStyle w:val="PlaceholderText"/>
            </w:rPr>
            <w:t>Click here to enter a date.</w:t>
          </w:r>
        </w:p>
      </w:docPartBody>
    </w:docPart>
    <w:docPart>
      <w:docPartPr>
        <w:name w:val="D0EBE14B44B34D99BD5B85B586668995"/>
        <w:category>
          <w:name w:val="General"/>
          <w:gallery w:val="placeholder"/>
        </w:category>
        <w:types>
          <w:type w:val="bbPlcHdr"/>
        </w:types>
        <w:behaviors>
          <w:behavior w:val="content"/>
        </w:behaviors>
        <w:guid w:val="{8781EE0F-2D08-401C-AAC7-51B682FF5C0F}"/>
      </w:docPartPr>
      <w:docPartBody>
        <w:p w:rsidR="001665E6" w:rsidRDefault="001665E6">
          <w:pPr>
            <w:pStyle w:val="D0EBE14B44B34D99BD5B85B586668995"/>
          </w:pPr>
          <w:r w:rsidRPr="00BE118B">
            <w:rPr>
              <w:rStyle w:val="PlaceholderText"/>
            </w:rPr>
            <w:t>Choose an item.</w:t>
          </w:r>
        </w:p>
      </w:docPartBody>
    </w:docPart>
    <w:docPart>
      <w:docPartPr>
        <w:name w:val="8B0922D727614F7AA7DB5B458CEBF315"/>
        <w:category>
          <w:name w:val="General"/>
          <w:gallery w:val="placeholder"/>
        </w:category>
        <w:types>
          <w:type w:val="bbPlcHdr"/>
        </w:types>
        <w:behaviors>
          <w:behavior w:val="content"/>
        </w:behaviors>
        <w:guid w:val="{533D6D1D-2740-4DA5-A1EE-B52747379390}"/>
      </w:docPartPr>
      <w:docPartBody>
        <w:p w:rsidR="001665E6" w:rsidRDefault="001665E6">
          <w:pPr>
            <w:pStyle w:val="8B0922D727614F7AA7DB5B458CEBF315"/>
          </w:pPr>
          <w:r w:rsidRPr="00BE118B">
            <w:rPr>
              <w:rStyle w:val="PlaceholderText"/>
            </w:rPr>
            <w:t>Click here to enter a date.</w:t>
          </w:r>
        </w:p>
      </w:docPartBody>
    </w:docPart>
    <w:docPart>
      <w:docPartPr>
        <w:name w:val="B7E986E7EF614FB7B00D9DA7646735EA"/>
        <w:category>
          <w:name w:val="General"/>
          <w:gallery w:val="placeholder"/>
        </w:category>
        <w:types>
          <w:type w:val="bbPlcHdr"/>
        </w:types>
        <w:behaviors>
          <w:behavior w:val="content"/>
        </w:behaviors>
        <w:guid w:val="{A879BA54-F937-4F79-82FD-C48504D52EE2}"/>
      </w:docPartPr>
      <w:docPartBody>
        <w:p w:rsidR="001665E6" w:rsidRDefault="001665E6">
          <w:pPr>
            <w:pStyle w:val="B7E986E7EF614FB7B00D9DA7646735EA"/>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65E6"/>
    <w:rsid w:val="001665E6"/>
    <w:rsid w:val="00170F59"/>
    <w:rsid w:val="001B6F04"/>
    <w:rsid w:val="002E11FA"/>
    <w:rsid w:val="00355B7C"/>
    <w:rsid w:val="004A7B0E"/>
    <w:rsid w:val="00622879"/>
    <w:rsid w:val="0082334F"/>
    <w:rsid w:val="00944A7F"/>
    <w:rsid w:val="00A370AA"/>
    <w:rsid w:val="00A51D5C"/>
    <w:rsid w:val="00BA1710"/>
    <w:rsid w:val="00BC7658"/>
    <w:rsid w:val="00C4622D"/>
    <w:rsid w:val="00C85F91"/>
    <w:rsid w:val="00C8622D"/>
    <w:rsid w:val="00C96605"/>
    <w:rsid w:val="00EA0E46"/>
    <w:rsid w:val="00EC78C2"/>
    <w:rsid w:val="00FD7C6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3265D4BEEF04368A70B8BCE50157282">
    <w:name w:val="93265D4BEEF04368A70B8BCE50157282"/>
  </w:style>
  <w:style w:type="paragraph" w:customStyle="1" w:styleId="D0EBE14B44B34D99BD5B85B586668995">
    <w:name w:val="D0EBE14B44B34D99BD5B85B586668995"/>
  </w:style>
  <w:style w:type="paragraph" w:customStyle="1" w:styleId="8B0922D727614F7AA7DB5B458CEBF315">
    <w:name w:val="8B0922D727614F7AA7DB5B458CEBF315"/>
  </w:style>
  <w:style w:type="paragraph" w:customStyle="1" w:styleId="B7E986E7EF614FB7B00D9DA7646735EA">
    <w:name w:val="B7E986E7EF614FB7B00D9DA7646735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töövõtuleping (juriidilise isiku või fie-ga) (va metsamajanduslike tööde tegemiseks).dotx</Template>
  <TotalTime>2</TotalTime>
  <Pages>3</Pages>
  <Words>1038</Words>
  <Characters>7376</Characters>
  <Application>Microsoft Office Word</Application>
  <DocSecurity>0</DocSecurity>
  <Lines>61</Lines>
  <Paragraphs>16</Paragraphs>
  <ScaleCrop>false</ScaleCrop>
  <HeadingPairs>
    <vt:vector size="6" baseType="variant">
      <vt:variant>
        <vt:lpstr>Title</vt:lpstr>
      </vt:variant>
      <vt:variant>
        <vt:i4>1</vt:i4>
      </vt:variant>
      <vt:variant>
        <vt:lpstr>Headings</vt:lpstr>
      </vt:variant>
      <vt:variant>
        <vt:i4>1</vt:i4>
      </vt:variant>
      <vt:variant>
        <vt:lpstr>Tiitel</vt:lpstr>
      </vt:variant>
      <vt:variant>
        <vt:i4>1</vt:i4>
      </vt:variant>
    </vt:vector>
  </HeadingPairs>
  <TitlesOfParts>
    <vt:vector size="3" baseType="lpstr">
      <vt:lpstr>TÖÖVÕTULEPING nr</vt:lpstr>
      <vt:lpstr>    </vt:lpstr>
      <vt:lpstr>TÖÖVÕTULEPING nr</vt:lpstr>
    </vt:vector>
  </TitlesOfParts>
  <Company>RMK</Company>
  <LinksUpToDate>false</LinksUpToDate>
  <CharactersWithSpaces>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Marge Rebane</dc:creator>
  <cp:lastModifiedBy>Heinar Juuse</cp:lastModifiedBy>
  <cp:revision>3</cp:revision>
  <cp:lastPrinted>2010-12-13T09:14:00Z</cp:lastPrinted>
  <dcterms:created xsi:type="dcterms:W3CDTF">2025-11-25T13:53:00Z</dcterms:created>
  <dcterms:modified xsi:type="dcterms:W3CDTF">2025-11-25T13:55:00Z</dcterms:modified>
</cp:coreProperties>
</file>